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53" w:rsidRPr="00A80F77" w:rsidRDefault="00CB1B53" w:rsidP="00385BFB">
      <w:pPr>
        <w:spacing w:after="0" w:line="240" w:lineRule="auto"/>
        <w:rPr>
          <w:sz w:val="24"/>
        </w:rPr>
      </w:pPr>
      <w:r w:rsidRPr="00A80F77">
        <w:rPr>
          <w:sz w:val="24"/>
        </w:rPr>
        <w:t>ΨΗΦΙΑΚΟ ΣΧΟΛΕΙΟ</w:t>
      </w:r>
    </w:p>
    <w:p w:rsidR="00CB1B53" w:rsidRDefault="00CB1B53" w:rsidP="00385BFB">
      <w:pPr>
        <w:spacing w:after="0" w:line="240" w:lineRule="auto"/>
        <w:rPr>
          <w:sz w:val="24"/>
        </w:rPr>
      </w:pPr>
      <w:r w:rsidRPr="00A80F77">
        <w:rPr>
          <w:sz w:val="24"/>
        </w:rPr>
        <w:t>ΜΑΘΗΜΑΤΙΚΑ Α΄ ΓΥΜΝΑΣΙΟΥ</w:t>
      </w:r>
      <w:r>
        <w:rPr>
          <w:sz w:val="24"/>
        </w:rPr>
        <w:t xml:space="preserve"> - </w:t>
      </w:r>
      <w:r w:rsidRPr="00A80F77">
        <w:rPr>
          <w:sz w:val="24"/>
        </w:rPr>
        <w:t xml:space="preserve">ΜΕΡΟΣ </w:t>
      </w:r>
      <w:r>
        <w:rPr>
          <w:sz w:val="24"/>
          <w:lang w:val="en-US"/>
        </w:rPr>
        <w:t>A</w:t>
      </w:r>
      <w:r>
        <w:rPr>
          <w:sz w:val="24"/>
        </w:rPr>
        <w:t>.5.2</w:t>
      </w:r>
      <w:r w:rsidRPr="00A80F77">
        <w:rPr>
          <w:sz w:val="24"/>
        </w:rPr>
        <w:t xml:space="preserve"> </w:t>
      </w:r>
      <w:r>
        <w:rPr>
          <w:sz w:val="24"/>
        </w:rPr>
        <w:t>–</w:t>
      </w:r>
      <w:r w:rsidRPr="00A80F77">
        <w:rPr>
          <w:sz w:val="24"/>
        </w:rPr>
        <w:t xml:space="preserve"> </w:t>
      </w:r>
      <w:r>
        <w:rPr>
          <w:sz w:val="24"/>
        </w:rPr>
        <w:t>ΠΡΟΒΛΗΜΑΤΑ ΜΕ ΠΟΣΟΣΤΑ</w:t>
      </w:r>
      <w:r w:rsidRPr="00A80F77">
        <w:rPr>
          <w:sz w:val="24"/>
        </w:rPr>
        <w:t xml:space="preserve"> </w:t>
      </w:r>
    </w:p>
    <w:p w:rsidR="00CB1B53" w:rsidRPr="00A80F77" w:rsidRDefault="00CB1B53" w:rsidP="00385BFB">
      <w:pPr>
        <w:spacing w:after="0" w:line="240" w:lineRule="auto"/>
        <w:rPr>
          <w:sz w:val="24"/>
        </w:rPr>
      </w:pPr>
      <w:r>
        <w:rPr>
          <w:sz w:val="24"/>
        </w:rPr>
        <w:t>Γιώργος Ψυχάρης, Στέφανος Κεΐσογλου</w:t>
      </w:r>
    </w:p>
    <w:p w:rsidR="00CB1B53" w:rsidRDefault="00CB1B53" w:rsidP="00F73C66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CB1B53" w:rsidRDefault="00CB1B53" w:rsidP="00F73C66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CB1B53" w:rsidRPr="00B23C9B" w:rsidRDefault="00CB1B53" w:rsidP="00715947">
      <w:pPr>
        <w:tabs>
          <w:tab w:val="left" w:pos="9180"/>
        </w:tabs>
        <w:spacing w:after="120"/>
        <w:jc w:val="center"/>
        <w:rPr>
          <w:b/>
          <w:sz w:val="24"/>
          <w:szCs w:val="24"/>
        </w:rPr>
      </w:pPr>
      <w:r w:rsidRPr="00B23C9B">
        <w:rPr>
          <w:b/>
          <w:sz w:val="24"/>
          <w:szCs w:val="24"/>
        </w:rPr>
        <w:t>ΠΟΣΟΣΤΑ «ΚΡΥΜΜΕΝΑ» ΣΤΑ ΚΟΥΜΠΙΑ ΤΗΣ ΑΡΙΘΜΟΜΗΧΑΝΗΣ</w:t>
      </w:r>
    </w:p>
    <w:p w:rsidR="00CB1B53" w:rsidRDefault="00CB1B53" w:rsidP="00BC30E9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</w:p>
    <w:p w:rsidR="00CB1B53" w:rsidRDefault="00CB1B53" w:rsidP="009A66C4">
      <w:pPr>
        <w:tabs>
          <w:tab w:val="left" w:pos="9180"/>
        </w:tabs>
        <w:spacing w:after="120"/>
        <w:ind w:firstLine="900"/>
        <w:jc w:val="both"/>
        <w:rPr>
          <w:rFonts w:cs="Arial"/>
          <w:b/>
          <w:sz w:val="24"/>
          <w:szCs w:val="24"/>
        </w:rPr>
      </w:pPr>
    </w:p>
    <w:p w:rsidR="00CB1B53" w:rsidRPr="009A66C4" w:rsidRDefault="00CB1B53" w:rsidP="009A66C4">
      <w:pPr>
        <w:tabs>
          <w:tab w:val="left" w:pos="9180"/>
        </w:tabs>
        <w:spacing w:after="120"/>
        <w:ind w:firstLine="900"/>
        <w:jc w:val="both"/>
        <w:rPr>
          <w:rFonts w:cs="Arial"/>
          <w:b/>
          <w:sz w:val="24"/>
          <w:szCs w:val="24"/>
        </w:rPr>
      </w:pPr>
      <w:r w:rsidRPr="009A66C4">
        <w:rPr>
          <w:rFonts w:cs="Arial"/>
          <w:b/>
          <w:sz w:val="24"/>
          <w:szCs w:val="24"/>
        </w:rPr>
        <w:t xml:space="preserve">ΔΡΑΣΤΗΡΙΟΤΗΤΑ 1 </w:t>
      </w:r>
    </w:p>
    <w:p w:rsidR="00CB1B53" w:rsidRPr="00B23C9B" w:rsidRDefault="00CB1B53" w:rsidP="00D920A1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  <w:r w:rsidRPr="00B23C9B">
        <w:rPr>
          <w:rFonts w:cs="Arial"/>
          <w:sz w:val="24"/>
          <w:szCs w:val="24"/>
        </w:rPr>
        <w:t>Ένα κατάστημα κάνει εκπτώσεις με βάση 4 διαφορετικά ποσοστά έκπτωσης που γίνονται σε διάφορα προϊόντα</w:t>
      </w:r>
      <w:r w:rsidRPr="00B23C9B">
        <w:rPr>
          <w:sz w:val="24"/>
          <w:szCs w:val="24"/>
        </w:rPr>
        <w:t xml:space="preserve">. </w:t>
      </w:r>
      <w:r w:rsidRPr="00B23C9B">
        <w:rPr>
          <w:rFonts w:cs="Arial"/>
          <w:sz w:val="24"/>
          <w:szCs w:val="24"/>
        </w:rPr>
        <w:t xml:space="preserve">Ένας πωλητής </w:t>
      </w:r>
      <w:r w:rsidRPr="00B23C9B">
        <w:rPr>
          <w:sz w:val="24"/>
          <w:szCs w:val="24"/>
        </w:rPr>
        <w:t xml:space="preserve">έχει κατασκευάσει στην αριθμομηχανή του </w:t>
      </w:r>
      <w:r w:rsidRPr="00B23C9B">
        <w:rPr>
          <w:sz w:val="24"/>
          <w:szCs w:val="24"/>
          <w:lang w:val="en-US"/>
        </w:rPr>
        <w:t>FP</w:t>
      </w:r>
      <w:r w:rsidRPr="00B23C9B">
        <w:rPr>
          <w:sz w:val="24"/>
          <w:szCs w:val="24"/>
        </w:rPr>
        <w:t xml:space="preserve"> 2 κουμπιά με τα ονόματα «</w:t>
      </w:r>
      <w:r w:rsidRPr="00B23C9B">
        <w:rPr>
          <w:sz w:val="24"/>
          <w:szCs w:val="24"/>
          <w:lang w:val="fr-FR"/>
        </w:rPr>
        <w:t>x</w:t>
      </w:r>
      <w:r w:rsidRPr="00B23C9B">
        <w:rPr>
          <w:sz w:val="24"/>
          <w:szCs w:val="24"/>
        </w:rPr>
        <w:t>%» και «</w:t>
      </w:r>
      <w:r w:rsidRPr="00B23C9B">
        <w:rPr>
          <w:sz w:val="24"/>
          <w:szCs w:val="24"/>
          <w:lang w:val="fr-FR"/>
        </w:rPr>
        <w:t>y</w:t>
      </w:r>
      <w:r w:rsidRPr="00B23C9B">
        <w:rPr>
          <w:sz w:val="24"/>
          <w:szCs w:val="24"/>
        </w:rPr>
        <w:t>%» για να υπολογίζει το ποσό της έκπτωσης με βάση τα 2 από τα 4 ποσοστά έκπτωσης που κάνει το κατάστημα</w:t>
      </w:r>
      <w:r w:rsidRPr="00B23C9B">
        <w:rPr>
          <w:rFonts w:cs="Arial"/>
          <w:sz w:val="24"/>
          <w:szCs w:val="24"/>
        </w:rPr>
        <w:t>.</w:t>
      </w:r>
      <w:r w:rsidRPr="00B23C9B">
        <w:rPr>
          <w:sz w:val="24"/>
          <w:szCs w:val="24"/>
        </w:rPr>
        <w:t xml:space="preserve"> Επίσης, έχει κατασκευάσει άλλα 2 κουμπιά με τα ονόματα «Τελικό α%» και «Τελικό β%» για να υπολογίζει το τελικό ποσό που θα πληρώσει ο πελάτης με καθένα από τα άλλα δύο ποσοστά </w:t>
      </w:r>
      <w:r w:rsidRPr="00B23C9B">
        <w:rPr>
          <w:rFonts w:cs="Arial"/>
          <w:sz w:val="24"/>
          <w:szCs w:val="24"/>
        </w:rPr>
        <w:t xml:space="preserve">έκπτωσης που κάνει το κατάστημα. </w:t>
      </w:r>
    </w:p>
    <w:p w:rsidR="00CB1B53" w:rsidRPr="00B23C9B" w:rsidRDefault="00CB1B53" w:rsidP="00D920A1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  <w:r w:rsidRPr="00B23C9B">
        <w:rPr>
          <w:rFonts w:cs="Arial"/>
          <w:sz w:val="24"/>
          <w:szCs w:val="24"/>
        </w:rPr>
        <w:t xml:space="preserve">Μπορείτε να βρείτε ποια είναι τα 4 διαφορετικά ποσοστά έκπτωσης στο συγκεκριμένο κατάστημα; </w:t>
      </w:r>
    </w:p>
    <w:p w:rsidR="00CB1B53" w:rsidRPr="00B23C9B" w:rsidRDefault="00CB1B53" w:rsidP="00D920A1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</w:p>
    <w:p w:rsidR="00CB1B53" w:rsidRPr="009A66C4" w:rsidRDefault="00CB1B53" w:rsidP="009A66C4">
      <w:pPr>
        <w:tabs>
          <w:tab w:val="left" w:pos="9180"/>
        </w:tabs>
        <w:spacing w:after="120"/>
        <w:ind w:firstLine="900"/>
        <w:jc w:val="both"/>
        <w:rPr>
          <w:rFonts w:cs="Arial"/>
          <w:b/>
          <w:sz w:val="24"/>
          <w:szCs w:val="24"/>
        </w:rPr>
      </w:pPr>
      <w:r w:rsidRPr="009A66C4">
        <w:rPr>
          <w:rFonts w:cs="Arial"/>
          <w:b/>
          <w:sz w:val="24"/>
          <w:szCs w:val="24"/>
        </w:rPr>
        <w:t>ΔΡΑΣΤΗΡΙΟΤΗΤΑ 2</w:t>
      </w:r>
    </w:p>
    <w:p w:rsidR="00CB1B53" w:rsidRPr="00B23C9B" w:rsidRDefault="00CB1B53" w:rsidP="00F00D3E">
      <w:pPr>
        <w:tabs>
          <w:tab w:val="left" w:pos="9180"/>
        </w:tabs>
        <w:spacing w:after="120"/>
        <w:jc w:val="both"/>
        <w:rPr>
          <w:sz w:val="24"/>
          <w:szCs w:val="24"/>
        </w:rPr>
      </w:pPr>
      <w:r w:rsidRPr="00B23C9B">
        <w:rPr>
          <w:rFonts w:cs="Arial"/>
          <w:sz w:val="24"/>
          <w:szCs w:val="24"/>
        </w:rPr>
        <w:t xml:space="preserve">Ένα </w:t>
      </w:r>
      <w:r>
        <w:rPr>
          <w:rFonts w:cs="Arial"/>
          <w:sz w:val="24"/>
          <w:szCs w:val="24"/>
        </w:rPr>
        <w:t xml:space="preserve">άλλο </w:t>
      </w:r>
      <w:r w:rsidRPr="00B23C9B">
        <w:rPr>
          <w:rFonts w:cs="Arial"/>
          <w:sz w:val="24"/>
          <w:szCs w:val="24"/>
        </w:rPr>
        <w:t xml:space="preserve">κατάστημα κάνει </w:t>
      </w:r>
      <w:r>
        <w:rPr>
          <w:rFonts w:cs="Arial"/>
          <w:sz w:val="24"/>
          <w:szCs w:val="24"/>
        </w:rPr>
        <w:t xml:space="preserve">το ίδιο ποσοστό έκπτωσης σε όλα τα προϊόντα και το διαφημίζει με την επιγραφή «ΑΓΟΡΕΣ ΚΑΤΩ ΑΠΟ ΤΗ ΜΙΣΗ ΤΙΜΗ». Ένας </w:t>
      </w:r>
      <w:r w:rsidRPr="00B23C9B">
        <w:rPr>
          <w:sz w:val="24"/>
          <w:szCs w:val="24"/>
        </w:rPr>
        <w:t xml:space="preserve">πωλητής έχει κατασκευάσει στην αριθμομηχανή του </w:t>
      </w:r>
      <w:r w:rsidRPr="00B23C9B">
        <w:rPr>
          <w:sz w:val="24"/>
          <w:szCs w:val="24"/>
          <w:lang w:val="en-US"/>
        </w:rPr>
        <w:t>FP</w:t>
      </w:r>
      <w:r w:rsidRPr="00B23C9B">
        <w:rPr>
          <w:sz w:val="24"/>
          <w:szCs w:val="24"/>
        </w:rPr>
        <w:t xml:space="preserve"> δύο κουμπιά Α και Β. Το ένα από τα δύο δίνει το ποσό της έκπτωσης</w:t>
      </w:r>
      <w:r>
        <w:rPr>
          <w:sz w:val="24"/>
          <w:szCs w:val="24"/>
        </w:rPr>
        <w:t xml:space="preserve"> </w:t>
      </w:r>
      <w:r w:rsidRPr="00B23C9B">
        <w:rPr>
          <w:sz w:val="24"/>
          <w:szCs w:val="24"/>
        </w:rPr>
        <w:t xml:space="preserve">και το άλλο το τελικό ποσό που πληρώνει ο πελάτης. </w:t>
      </w:r>
    </w:p>
    <w:p w:rsidR="00CB1B53" w:rsidRPr="00B23C9B" w:rsidRDefault="00CB1B53" w:rsidP="00F00D3E">
      <w:pPr>
        <w:tabs>
          <w:tab w:val="left" w:pos="9180"/>
        </w:tabs>
        <w:spacing w:after="120"/>
        <w:jc w:val="both"/>
        <w:rPr>
          <w:sz w:val="24"/>
          <w:szCs w:val="24"/>
        </w:rPr>
      </w:pPr>
      <w:r w:rsidRPr="00B23C9B">
        <w:rPr>
          <w:sz w:val="24"/>
          <w:szCs w:val="24"/>
        </w:rPr>
        <w:t>- Μπορείτε να βρείτε ποιο κουμπί υπολογίζει την έκπτωση και ποιο τ</w:t>
      </w:r>
      <w:r>
        <w:rPr>
          <w:sz w:val="24"/>
          <w:szCs w:val="24"/>
        </w:rPr>
        <w:t>ο ποσό που πληρώνει ο πελάτης</w:t>
      </w:r>
      <w:r w:rsidRPr="00B23C9B">
        <w:rPr>
          <w:sz w:val="24"/>
          <w:szCs w:val="24"/>
        </w:rPr>
        <w:t xml:space="preserve">; </w:t>
      </w:r>
    </w:p>
    <w:p w:rsidR="00CB1B53" w:rsidRDefault="00CB1B53" w:rsidP="00F00D3E">
      <w:pPr>
        <w:tabs>
          <w:tab w:val="left" w:pos="9180"/>
        </w:tabs>
        <w:spacing w:after="120"/>
        <w:jc w:val="both"/>
        <w:rPr>
          <w:sz w:val="24"/>
          <w:szCs w:val="24"/>
        </w:rPr>
      </w:pPr>
      <w:r w:rsidRPr="00B23C9B">
        <w:rPr>
          <w:sz w:val="24"/>
          <w:szCs w:val="24"/>
        </w:rPr>
        <w:t xml:space="preserve">- Ποιο είναι το ποσοστό της έκπτωσης; </w:t>
      </w:r>
    </w:p>
    <w:p w:rsidR="00CB1B53" w:rsidRPr="00B23C9B" w:rsidRDefault="00CB1B53" w:rsidP="00F00D3E">
      <w:pPr>
        <w:tabs>
          <w:tab w:val="left" w:pos="918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Ποιο ποσό θα πληρώσει ένας πελάτης που αγόρασε προϊόντα με αρχική τιμή 120 ευρώ; </w:t>
      </w:r>
    </w:p>
    <w:p w:rsidR="00CB1B53" w:rsidRPr="00B23C9B" w:rsidRDefault="00CB1B53" w:rsidP="00F00D3E">
      <w:pPr>
        <w:tabs>
          <w:tab w:val="left" w:pos="9180"/>
        </w:tabs>
        <w:spacing w:after="120"/>
        <w:jc w:val="both"/>
        <w:rPr>
          <w:sz w:val="24"/>
          <w:szCs w:val="24"/>
        </w:rPr>
      </w:pPr>
    </w:p>
    <w:p w:rsidR="00CB1B53" w:rsidRDefault="00CB1B53" w:rsidP="00D920A1">
      <w:pPr>
        <w:tabs>
          <w:tab w:val="left" w:pos="9180"/>
        </w:tabs>
        <w:spacing w:after="120"/>
        <w:jc w:val="both"/>
      </w:pPr>
    </w:p>
    <w:p w:rsidR="00CB1B53" w:rsidRPr="00B0427C" w:rsidRDefault="00CB1B53" w:rsidP="00BC30E9">
      <w:pPr>
        <w:tabs>
          <w:tab w:val="left" w:pos="9180"/>
        </w:tabs>
        <w:spacing w:after="120"/>
        <w:jc w:val="both"/>
        <w:rPr>
          <w:rFonts w:cs="Arial"/>
        </w:rPr>
      </w:pPr>
    </w:p>
    <w:sectPr w:rsidR="00CB1B53" w:rsidRPr="00B0427C" w:rsidSect="000D1CE7">
      <w:pgSz w:w="11906" w:h="16838"/>
      <w:pgMar w:top="954" w:right="1133" w:bottom="1134" w:left="1418" w:header="426" w:footer="26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B53" w:rsidRDefault="00CB1B53" w:rsidP="00C26562">
      <w:pPr>
        <w:spacing w:after="0" w:line="240" w:lineRule="auto"/>
      </w:pPr>
      <w:r>
        <w:separator/>
      </w:r>
    </w:p>
  </w:endnote>
  <w:endnote w:type="continuationSeparator" w:id="0">
    <w:p w:rsidR="00CB1B53" w:rsidRDefault="00CB1B53" w:rsidP="00C26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ONDKP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B53" w:rsidRDefault="00CB1B53" w:rsidP="00C26562">
      <w:pPr>
        <w:spacing w:after="0" w:line="240" w:lineRule="auto"/>
      </w:pPr>
      <w:r>
        <w:separator/>
      </w:r>
    </w:p>
  </w:footnote>
  <w:footnote w:type="continuationSeparator" w:id="0">
    <w:p w:rsidR="00CB1B53" w:rsidRDefault="00CB1B53" w:rsidP="00C26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F546125A"/>
    <w:lvl w:ilvl="0">
      <w:start w:val="8"/>
      <w:numFmt w:val="decimal"/>
      <w:lvlText w:val="Αρ%1."/>
      <w:lvlJc w:val="left"/>
      <w:pPr>
        <w:tabs>
          <w:tab w:val="num" w:pos="540"/>
        </w:tabs>
        <w:ind w:left="540" w:hanging="360"/>
      </w:pPr>
      <w:rPr>
        <w:rFonts w:cs="Times New Roman" w:hint="default"/>
        <w:i/>
        <w:color w:val="4A442A"/>
      </w:rPr>
    </w:lvl>
  </w:abstractNum>
  <w:abstractNum w:abstractNumId="1">
    <w:nsid w:val="00000005"/>
    <w:multiLevelType w:val="singleLevel"/>
    <w:tmpl w:val="F766CD3A"/>
    <w:name w:val="WW8Num45"/>
    <w:lvl w:ilvl="0">
      <w:start w:val="1"/>
      <w:numFmt w:val="decimal"/>
      <w:lvlText w:val="Α%1."/>
      <w:lvlJc w:val="left"/>
      <w:pPr>
        <w:tabs>
          <w:tab w:val="num" w:pos="754"/>
        </w:tabs>
        <w:ind w:left="754" w:hanging="360"/>
      </w:pPr>
      <w:rPr>
        <w:rFonts w:cs="Times New Roman" w:hint="default"/>
        <w:i/>
      </w:rPr>
    </w:lvl>
  </w:abstractNum>
  <w:abstractNum w:abstractNumId="2">
    <w:nsid w:val="032D17AB"/>
    <w:multiLevelType w:val="multilevel"/>
    <w:tmpl w:val="40C084F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6D5579A"/>
    <w:multiLevelType w:val="hybridMultilevel"/>
    <w:tmpl w:val="154A2E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C30"/>
    <w:multiLevelType w:val="multilevel"/>
    <w:tmpl w:val="88C0BD64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5">
    <w:nsid w:val="17030AE1"/>
    <w:multiLevelType w:val="hybridMultilevel"/>
    <w:tmpl w:val="1A50EF92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BB58BC"/>
    <w:multiLevelType w:val="hybridMultilevel"/>
    <w:tmpl w:val="D4C89336"/>
    <w:lvl w:ilvl="0" w:tplc="B6E8914A">
      <w:start w:val="22"/>
      <w:numFmt w:val="decimal"/>
      <w:lvlText w:val="Αρ%1."/>
      <w:lvlJc w:val="left"/>
      <w:pPr>
        <w:ind w:left="360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D67EE"/>
    <w:multiLevelType w:val="hybridMultilevel"/>
    <w:tmpl w:val="B1B6163E"/>
    <w:lvl w:ilvl="0" w:tplc="652CD5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2864320D"/>
    <w:multiLevelType w:val="hybridMultilevel"/>
    <w:tmpl w:val="CBA87A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E62799"/>
    <w:multiLevelType w:val="hybridMultilevel"/>
    <w:tmpl w:val="C04836AC"/>
    <w:lvl w:ilvl="0" w:tplc="6394BF4E">
      <w:start w:val="13"/>
      <w:numFmt w:val="decimal"/>
      <w:lvlText w:val="Αρ%1."/>
      <w:lvlJc w:val="left"/>
      <w:pPr>
        <w:ind w:left="720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A40976"/>
    <w:multiLevelType w:val="hybridMultilevel"/>
    <w:tmpl w:val="A71C90AE"/>
    <w:lvl w:ilvl="0" w:tplc="F634CFDC">
      <w:start w:val="28"/>
      <w:numFmt w:val="decimal"/>
      <w:lvlText w:val="Αρ%1."/>
      <w:lvlJc w:val="left"/>
      <w:pPr>
        <w:ind w:left="360" w:hanging="360"/>
      </w:pPr>
      <w:rPr>
        <w:rFonts w:ascii="Calibri" w:hAnsi="Calibri" w:cs="Times New Roman" w:hint="default"/>
        <w:b w:val="0"/>
        <w:i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7457DB8"/>
    <w:multiLevelType w:val="hybridMultilevel"/>
    <w:tmpl w:val="F4365F76"/>
    <w:lvl w:ilvl="0" w:tplc="2E2EFB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AA5591"/>
    <w:multiLevelType w:val="hybridMultilevel"/>
    <w:tmpl w:val="D952CC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E272AB"/>
    <w:multiLevelType w:val="multilevel"/>
    <w:tmpl w:val="485203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4">
    <w:nsid w:val="4150557F"/>
    <w:multiLevelType w:val="hybridMultilevel"/>
    <w:tmpl w:val="E634100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D6487C"/>
    <w:multiLevelType w:val="hybridMultilevel"/>
    <w:tmpl w:val="BF1E7596"/>
    <w:lvl w:ilvl="0" w:tplc="0D76ED3C">
      <w:start w:val="9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905BC9"/>
    <w:multiLevelType w:val="hybridMultilevel"/>
    <w:tmpl w:val="C9426B74"/>
    <w:lvl w:ilvl="0" w:tplc="0408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3D732B3"/>
    <w:multiLevelType w:val="hybridMultilevel"/>
    <w:tmpl w:val="FE0A6094"/>
    <w:lvl w:ilvl="0" w:tplc="7FDA4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4127625"/>
    <w:multiLevelType w:val="multilevel"/>
    <w:tmpl w:val="7478A8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65955AD3"/>
    <w:multiLevelType w:val="hybridMultilevel"/>
    <w:tmpl w:val="592ECF52"/>
    <w:lvl w:ilvl="0" w:tplc="CFCC458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66C73BE3"/>
    <w:multiLevelType w:val="hybridMultilevel"/>
    <w:tmpl w:val="876EF494"/>
    <w:lvl w:ilvl="0" w:tplc="0408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68DA3F2D"/>
    <w:multiLevelType w:val="hybridMultilevel"/>
    <w:tmpl w:val="DEB0B8F4"/>
    <w:lvl w:ilvl="0" w:tplc="A538EDAC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AE2284C"/>
    <w:multiLevelType w:val="hybridMultilevel"/>
    <w:tmpl w:val="F01E4680"/>
    <w:lvl w:ilvl="0" w:tplc="57D055C6">
      <w:start w:val="2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7F2AE5"/>
    <w:multiLevelType w:val="hybridMultilevel"/>
    <w:tmpl w:val="242E5A6E"/>
    <w:lvl w:ilvl="0" w:tplc="8ED61126">
      <w:start w:val="1"/>
      <w:numFmt w:val="decimal"/>
      <w:lvlText w:val="Αρ%1."/>
      <w:lvlJc w:val="left"/>
      <w:pPr>
        <w:ind w:left="1553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227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9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71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43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15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7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9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313" w:hanging="180"/>
      </w:pPr>
      <w:rPr>
        <w:rFonts w:cs="Times New Roman"/>
      </w:rPr>
    </w:lvl>
  </w:abstractNum>
  <w:abstractNum w:abstractNumId="24">
    <w:nsid w:val="6D7B5E43"/>
    <w:multiLevelType w:val="hybridMultilevel"/>
    <w:tmpl w:val="02224004"/>
    <w:lvl w:ilvl="0" w:tplc="50B6B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0F9452C"/>
    <w:multiLevelType w:val="multilevel"/>
    <w:tmpl w:val="B49429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7A55676F"/>
    <w:multiLevelType w:val="hybridMultilevel"/>
    <w:tmpl w:val="FA0081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124A3E"/>
    <w:multiLevelType w:val="hybridMultilevel"/>
    <w:tmpl w:val="2CF65B92"/>
    <w:lvl w:ilvl="0" w:tplc="B9CC66C4">
      <w:start w:val="1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4869F2"/>
    <w:multiLevelType w:val="hybridMultilevel"/>
    <w:tmpl w:val="8578C23C"/>
    <w:name w:val="WW8Num452"/>
    <w:lvl w:ilvl="0" w:tplc="6334501E">
      <w:start w:val="1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26"/>
  </w:num>
  <w:num w:numId="5">
    <w:abstractNumId w:val="14"/>
  </w:num>
  <w:num w:numId="6">
    <w:abstractNumId w:val="10"/>
  </w:num>
  <w:num w:numId="7">
    <w:abstractNumId w:val="23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21"/>
  </w:num>
  <w:num w:numId="13">
    <w:abstractNumId w:val="4"/>
  </w:num>
  <w:num w:numId="14">
    <w:abstractNumId w:val="13"/>
  </w:num>
  <w:num w:numId="15">
    <w:abstractNumId w:val="2"/>
  </w:num>
  <w:num w:numId="16">
    <w:abstractNumId w:val="18"/>
  </w:num>
  <w:num w:numId="17">
    <w:abstractNumId w:val="12"/>
  </w:num>
  <w:num w:numId="18">
    <w:abstractNumId w:val="25"/>
  </w:num>
  <w:num w:numId="19">
    <w:abstractNumId w:val="1"/>
  </w:num>
  <w:num w:numId="20">
    <w:abstractNumId w:val="15"/>
  </w:num>
  <w:num w:numId="21">
    <w:abstractNumId w:val="27"/>
  </w:num>
  <w:num w:numId="22">
    <w:abstractNumId w:val="28"/>
  </w:num>
  <w:num w:numId="23">
    <w:abstractNumId w:val="22"/>
  </w:num>
  <w:num w:numId="24">
    <w:abstractNumId w:val="17"/>
  </w:num>
  <w:num w:numId="25">
    <w:abstractNumId w:val="24"/>
  </w:num>
  <w:num w:numId="26">
    <w:abstractNumId w:val="19"/>
  </w:num>
  <w:num w:numId="27">
    <w:abstractNumId w:val="16"/>
  </w:num>
  <w:num w:numId="28">
    <w:abstractNumId w:val="1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BD0"/>
    <w:rsid w:val="00000462"/>
    <w:rsid w:val="0000174A"/>
    <w:rsid w:val="00001E42"/>
    <w:rsid w:val="00002FBF"/>
    <w:rsid w:val="0000322A"/>
    <w:rsid w:val="000041A0"/>
    <w:rsid w:val="0000435C"/>
    <w:rsid w:val="00005068"/>
    <w:rsid w:val="00006413"/>
    <w:rsid w:val="00006950"/>
    <w:rsid w:val="00007902"/>
    <w:rsid w:val="00007C11"/>
    <w:rsid w:val="00010DBB"/>
    <w:rsid w:val="000113D9"/>
    <w:rsid w:val="00011670"/>
    <w:rsid w:val="00012222"/>
    <w:rsid w:val="000122ED"/>
    <w:rsid w:val="00012FC2"/>
    <w:rsid w:val="0001612F"/>
    <w:rsid w:val="00017D4B"/>
    <w:rsid w:val="00017DAF"/>
    <w:rsid w:val="000202C9"/>
    <w:rsid w:val="00020614"/>
    <w:rsid w:val="00021AFF"/>
    <w:rsid w:val="000227C9"/>
    <w:rsid w:val="00023B5F"/>
    <w:rsid w:val="0002529C"/>
    <w:rsid w:val="00025627"/>
    <w:rsid w:val="00026BEF"/>
    <w:rsid w:val="00026CBB"/>
    <w:rsid w:val="00026DC8"/>
    <w:rsid w:val="000277B4"/>
    <w:rsid w:val="00030021"/>
    <w:rsid w:val="0003038B"/>
    <w:rsid w:val="000304B9"/>
    <w:rsid w:val="00031D15"/>
    <w:rsid w:val="000320B5"/>
    <w:rsid w:val="00032251"/>
    <w:rsid w:val="00032445"/>
    <w:rsid w:val="00033179"/>
    <w:rsid w:val="000337DE"/>
    <w:rsid w:val="0003416D"/>
    <w:rsid w:val="0003428D"/>
    <w:rsid w:val="0003590B"/>
    <w:rsid w:val="00035C69"/>
    <w:rsid w:val="00035DF8"/>
    <w:rsid w:val="00037998"/>
    <w:rsid w:val="00037A0F"/>
    <w:rsid w:val="000414E5"/>
    <w:rsid w:val="000421A5"/>
    <w:rsid w:val="00042C60"/>
    <w:rsid w:val="000438B4"/>
    <w:rsid w:val="000443AE"/>
    <w:rsid w:val="00045D0F"/>
    <w:rsid w:val="00046025"/>
    <w:rsid w:val="000460F4"/>
    <w:rsid w:val="000463D5"/>
    <w:rsid w:val="00047172"/>
    <w:rsid w:val="000475DA"/>
    <w:rsid w:val="000502BB"/>
    <w:rsid w:val="00050BB0"/>
    <w:rsid w:val="0005362C"/>
    <w:rsid w:val="00055B2D"/>
    <w:rsid w:val="000564C4"/>
    <w:rsid w:val="0005715B"/>
    <w:rsid w:val="0006002A"/>
    <w:rsid w:val="00060181"/>
    <w:rsid w:val="00060FFB"/>
    <w:rsid w:val="00062392"/>
    <w:rsid w:val="0006260B"/>
    <w:rsid w:val="00063A09"/>
    <w:rsid w:val="00063E58"/>
    <w:rsid w:val="000645CF"/>
    <w:rsid w:val="00064E2F"/>
    <w:rsid w:val="00065116"/>
    <w:rsid w:val="000651E7"/>
    <w:rsid w:val="00065A1F"/>
    <w:rsid w:val="00065A5F"/>
    <w:rsid w:val="0006695B"/>
    <w:rsid w:val="00066D52"/>
    <w:rsid w:val="000707D3"/>
    <w:rsid w:val="00070AFD"/>
    <w:rsid w:val="00070B5E"/>
    <w:rsid w:val="00071067"/>
    <w:rsid w:val="000713AC"/>
    <w:rsid w:val="00071E76"/>
    <w:rsid w:val="000726C4"/>
    <w:rsid w:val="00072C01"/>
    <w:rsid w:val="0007401A"/>
    <w:rsid w:val="000741D8"/>
    <w:rsid w:val="00074839"/>
    <w:rsid w:val="00074CD5"/>
    <w:rsid w:val="00074F83"/>
    <w:rsid w:val="00074FDE"/>
    <w:rsid w:val="000760C2"/>
    <w:rsid w:val="000763D6"/>
    <w:rsid w:val="00076E36"/>
    <w:rsid w:val="0007718F"/>
    <w:rsid w:val="00080BB4"/>
    <w:rsid w:val="00080DB6"/>
    <w:rsid w:val="000812C1"/>
    <w:rsid w:val="0008160C"/>
    <w:rsid w:val="00081E95"/>
    <w:rsid w:val="00082EC2"/>
    <w:rsid w:val="00083666"/>
    <w:rsid w:val="000841AF"/>
    <w:rsid w:val="0009066D"/>
    <w:rsid w:val="00090973"/>
    <w:rsid w:val="0009129C"/>
    <w:rsid w:val="00091417"/>
    <w:rsid w:val="00091511"/>
    <w:rsid w:val="0009292C"/>
    <w:rsid w:val="00094030"/>
    <w:rsid w:val="000941C3"/>
    <w:rsid w:val="00094F2F"/>
    <w:rsid w:val="00095B53"/>
    <w:rsid w:val="00095F6A"/>
    <w:rsid w:val="00096FB9"/>
    <w:rsid w:val="00097CCB"/>
    <w:rsid w:val="000A0DCC"/>
    <w:rsid w:val="000A172C"/>
    <w:rsid w:val="000A2070"/>
    <w:rsid w:val="000A2754"/>
    <w:rsid w:val="000A2F70"/>
    <w:rsid w:val="000A3301"/>
    <w:rsid w:val="000A4178"/>
    <w:rsid w:val="000A44EA"/>
    <w:rsid w:val="000A48BF"/>
    <w:rsid w:val="000A528E"/>
    <w:rsid w:val="000A684E"/>
    <w:rsid w:val="000A6CA7"/>
    <w:rsid w:val="000A74EB"/>
    <w:rsid w:val="000A7516"/>
    <w:rsid w:val="000A768B"/>
    <w:rsid w:val="000A7F03"/>
    <w:rsid w:val="000B0B88"/>
    <w:rsid w:val="000B12AC"/>
    <w:rsid w:val="000B2E79"/>
    <w:rsid w:val="000B5BD3"/>
    <w:rsid w:val="000B6303"/>
    <w:rsid w:val="000B688D"/>
    <w:rsid w:val="000B79D0"/>
    <w:rsid w:val="000B7C6C"/>
    <w:rsid w:val="000B7DBA"/>
    <w:rsid w:val="000C062B"/>
    <w:rsid w:val="000C0DC4"/>
    <w:rsid w:val="000C17B6"/>
    <w:rsid w:val="000C2795"/>
    <w:rsid w:val="000C2BA5"/>
    <w:rsid w:val="000C3558"/>
    <w:rsid w:val="000C37EE"/>
    <w:rsid w:val="000C38FC"/>
    <w:rsid w:val="000C3AC3"/>
    <w:rsid w:val="000C4AF3"/>
    <w:rsid w:val="000C5007"/>
    <w:rsid w:val="000C545C"/>
    <w:rsid w:val="000C68AE"/>
    <w:rsid w:val="000C6A8D"/>
    <w:rsid w:val="000C7336"/>
    <w:rsid w:val="000C75D5"/>
    <w:rsid w:val="000C76C1"/>
    <w:rsid w:val="000C78A6"/>
    <w:rsid w:val="000D00A3"/>
    <w:rsid w:val="000D090B"/>
    <w:rsid w:val="000D117D"/>
    <w:rsid w:val="000D1988"/>
    <w:rsid w:val="000D1CE7"/>
    <w:rsid w:val="000D1EB6"/>
    <w:rsid w:val="000D35E9"/>
    <w:rsid w:val="000D40A1"/>
    <w:rsid w:val="000D424F"/>
    <w:rsid w:val="000D4992"/>
    <w:rsid w:val="000D5567"/>
    <w:rsid w:val="000D5B70"/>
    <w:rsid w:val="000D5E59"/>
    <w:rsid w:val="000D61AC"/>
    <w:rsid w:val="000D6CA6"/>
    <w:rsid w:val="000D6F48"/>
    <w:rsid w:val="000D7023"/>
    <w:rsid w:val="000D7143"/>
    <w:rsid w:val="000D731C"/>
    <w:rsid w:val="000D7E0B"/>
    <w:rsid w:val="000E0AFC"/>
    <w:rsid w:val="000E153F"/>
    <w:rsid w:val="000E1874"/>
    <w:rsid w:val="000E2510"/>
    <w:rsid w:val="000E2968"/>
    <w:rsid w:val="000E2C1F"/>
    <w:rsid w:val="000E36DD"/>
    <w:rsid w:val="000E3861"/>
    <w:rsid w:val="000E3E50"/>
    <w:rsid w:val="000E528B"/>
    <w:rsid w:val="000E6A95"/>
    <w:rsid w:val="000E7ABA"/>
    <w:rsid w:val="000F10C0"/>
    <w:rsid w:val="000F177F"/>
    <w:rsid w:val="000F17B1"/>
    <w:rsid w:val="000F1C43"/>
    <w:rsid w:val="000F20E5"/>
    <w:rsid w:val="000F410C"/>
    <w:rsid w:val="000F4780"/>
    <w:rsid w:val="000F48CC"/>
    <w:rsid w:val="000F4C29"/>
    <w:rsid w:val="000F5288"/>
    <w:rsid w:val="000F5B00"/>
    <w:rsid w:val="000F74EF"/>
    <w:rsid w:val="001010A8"/>
    <w:rsid w:val="00101791"/>
    <w:rsid w:val="001017BB"/>
    <w:rsid w:val="0010388B"/>
    <w:rsid w:val="001038BF"/>
    <w:rsid w:val="00104DCE"/>
    <w:rsid w:val="00104E96"/>
    <w:rsid w:val="001054E9"/>
    <w:rsid w:val="00105629"/>
    <w:rsid w:val="00105B81"/>
    <w:rsid w:val="00105F94"/>
    <w:rsid w:val="0010612B"/>
    <w:rsid w:val="00106BC6"/>
    <w:rsid w:val="001075EA"/>
    <w:rsid w:val="00107859"/>
    <w:rsid w:val="001100F6"/>
    <w:rsid w:val="00110244"/>
    <w:rsid w:val="00111E15"/>
    <w:rsid w:val="00113D91"/>
    <w:rsid w:val="00115007"/>
    <w:rsid w:val="00115872"/>
    <w:rsid w:val="0012009F"/>
    <w:rsid w:val="001200A7"/>
    <w:rsid w:val="001227C3"/>
    <w:rsid w:val="00123ABC"/>
    <w:rsid w:val="001249DF"/>
    <w:rsid w:val="00124E12"/>
    <w:rsid w:val="00125CC5"/>
    <w:rsid w:val="00126076"/>
    <w:rsid w:val="00126BD0"/>
    <w:rsid w:val="00127BE7"/>
    <w:rsid w:val="0013026E"/>
    <w:rsid w:val="00130A12"/>
    <w:rsid w:val="00130D8C"/>
    <w:rsid w:val="00131021"/>
    <w:rsid w:val="0013166A"/>
    <w:rsid w:val="00131BA6"/>
    <w:rsid w:val="0013248B"/>
    <w:rsid w:val="001325B4"/>
    <w:rsid w:val="00133154"/>
    <w:rsid w:val="001332FA"/>
    <w:rsid w:val="00133847"/>
    <w:rsid w:val="001338E6"/>
    <w:rsid w:val="0013391B"/>
    <w:rsid w:val="00133C67"/>
    <w:rsid w:val="00134375"/>
    <w:rsid w:val="00134A94"/>
    <w:rsid w:val="00134B04"/>
    <w:rsid w:val="00134B5D"/>
    <w:rsid w:val="001356BF"/>
    <w:rsid w:val="00136627"/>
    <w:rsid w:val="00136D2F"/>
    <w:rsid w:val="00136D33"/>
    <w:rsid w:val="0013754A"/>
    <w:rsid w:val="00137D85"/>
    <w:rsid w:val="00137F2D"/>
    <w:rsid w:val="00140F2E"/>
    <w:rsid w:val="00142668"/>
    <w:rsid w:val="001429EE"/>
    <w:rsid w:val="00142CCB"/>
    <w:rsid w:val="001436D8"/>
    <w:rsid w:val="00143CFC"/>
    <w:rsid w:val="00146514"/>
    <w:rsid w:val="00146791"/>
    <w:rsid w:val="00146BCA"/>
    <w:rsid w:val="00147104"/>
    <w:rsid w:val="001475B9"/>
    <w:rsid w:val="00151350"/>
    <w:rsid w:val="0015189B"/>
    <w:rsid w:val="00151CE9"/>
    <w:rsid w:val="00151CFF"/>
    <w:rsid w:val="00151E68"/>
    <w:rsid w:val="00152E37"/>
    <w:rsid w:val="001535AD"/>
    <w:rsid w:val="00153EF4"/>
    <w:rsid w:val="0015444C"/>
    <w:rsid w:val="00155142"/>
    <w:rsid w:val="00155552"/>
    <w:rsid w:val="00156123"/>
    <w:rsid w:val="0015619F"/>
    <w:rsid w:val="001561ED"/>
    <w:rsid w:val="001567EC"/>
    <w:rsid w:val="00156877"/>
    <w:rsid w:val="0015694E"/>
    <w:rsid w:val="00156A65"/>
    <w:rsid w:val="00157035"/>
    <w:rsid w:val="001571D1"/>
    <w:rsid w:val="001573A9"/>
    <w:rsid w:val="001577F0"/>
    <w:rsid w:val="001624AF"/>
    <w:rsid w:val="0016458F"/>
    <w:rsid w:val="00164DBD"/>
    <w:rsid w:val="00165222"/>
    <w:rsid w:val="00165B2E"/>
    <w:rsid w:val="0016723F"/>
    <w:rsid w:val="00167C59"/>
    <w:rsid w:val="0017012A"/>
    <w:rsid w:val="0017178E"/>
    <w:rsid w:val="00171B13"/>
    <w:rsid w:val="001733F0"/>
    <w:rsid w:val="001734FE"/>
    <w:rsid w:val="00173919"/>
    <w:rsid w:val="00173EA7"/>
    <w:rsid w:val="00174D2F"/>
    <w:rsid w:val="00174ECF"/>
    <w:rsid w:val="00175B7D"/>
    <w:rsid w:val="00175DED"/>
    <w:rsid w:val="0017628E"/>
    <w:rsid w:val="00176597"/>
    <w:rsid w:val="001765B0"/>
    <w:rsid w:val="00176927"/>
    <w:rsid w:val="00176F7E"/>
    <w:rsid w:val="00180BC6"/>
    <w:rsid w:val="001810D6"/>
    <w:rsid w:val="001816B6"/>
    <w:rsid w:val="00181F7D"/>
    <w:rsid w:val="00182CC4"/>
    <w:rsid w:val="00182FE2"/>
    <w:rsid w:val="00183259"/>
    <w:rsid w:val="00183773"/>
    <w:rsid w:val="00183A89"/>
    <w:rsid w:val="001845DC"/>
    <w:rsid w:val="00184BD7"/>
    <w:rsid w:val="00184D9B"/>
    <w:rsid w:val="0018552F"/>
    <w:rsid w:val="00185DC8"/>
    <w:rsid w:val="00186442"/>
    <w:rsid w:val="00186E36"/>
    <w:rsid w:val="001914AE"/>
    <w:rsid w:val="00191DC0"/>
    <w:rsid w:val="0019219B"/>
    <w:rsid w:val="00192C2D"/>
    <w:rsid w:val="0019321E"/>
    <w:rsid w:val="00193551"/>
    <w:rsid w:val="00193862"/>
    <w:rsid w:val="00193FCA"/>
    <w:rsid w:val="00194123"/>
    <w:rsid w:val="00194E89"/>
    <w:rsid w:val="001954B3"/>
    <w:rsid w:val="00195E2F"/>
    <w:rsid w:val="00197566"/>
    <w:rsid w:val="0019769A"/>
    <w:rsid w:val="00197911"/>
    <w:rsid w:val="001A1405"/>
    <w:rsid w:val="001A1ABB"/>
    <w:rsid w:val="001A1E60"/>
    <w:rsid w:val="001A2F64"/>
    <w:rsid w:val="001A32CF"/>
    <w:rsid w:val="001A4BBB"/>
    <w:rsid w:val="001A5F9E"/>
    <w:rsid w:val="001A61BE"/>
    <w:rsid w:val="001A653C"/>
    <w:rsid w:val="001A68B1"/>
    <w:rsid w:val="001A7A22"/>
    <w:rsid w:val="001B045E"/>
    <w:rsid w:val="001B04E7"/>
    <w:rsid w:val="001B0E09"/>
    <w:rsid w:val="001B1D9E"/>
    <w:rsid w:val="001B23E7"/>
    <w:rsid w:val="001B35B0"/>
    <w:rsid w:val="001B4EB2"/>
    <w:rsid w:val="001B5671"/>
    <w:rsid w:val="001B57A9"/>
    <w:rsid w:val="001B730B"/>
    <w:rsid w:val="001C02C6"/>
    <w:rsid w:val="001C135A"/>
    <w:rsid w:val="001C19CB"/>
    <w:rsid w:val="001C224F"/>
    <w:rsid w:val="001C2A1B"/>
    <w:rsid w:val="001C3113"/>
    <w:rsid w:val="001C5F9D"/>
    <w:rsid w:val="001C6293"/>
    <w:rsid w:val="001C6DA2"/>
    <w:rsid w:val="001D0F1D"/>
    <w:rsid w:val="001D106B"/>
    <w:rsid w:val="001D1AD7"/>
    <w:rsid w:val="001D6ADF"/>
    <w:rsid w:val="001D6D17"/>
    <w:rsid w:val="001E290B"/>
    <w:rsid w:val="001E3126"/>
    <w:rsid w:val="001E33A7"/>
    <w:rsid w:val="001E3F32"/>
    <w:rsid w:val="001E4213"/>
    <w:rsid w:val="001E48A5"/>
    <w:rsid w:val="001E59A3"/>
    <w:rsid w:val="001E7C48"/>
    <w:rsid w:val="001F0221"/>
    <w:rsid w:val="001F0678"/>
    <w:rsid w:val="001F1B89"/>
    <w:rsid w:val="001F338E"/>
    <w:rsid w:val="001F38DB"/>
    <w:rsid w:val="001F3CD1"/>
    <w:rsid w:val="001F55AB"/>
    <w:rsid w:val="001F5D45"/>
    <w:rsid w:val="001F6282"/>
    <w:rsid w:val="001F686C"/>
    <w:rsid w:val="001F6C47"/>
    <w:rsid w:val="001F7B58"/>
    <w:rsid w:val="002006EB"/>
    <w:rsid w:val="002008F1"/>
    <w:rsid w:val="00200981"/>
    <w:rsid w:val="00202646"/>
    <w:rsid w:val="00202DE5"/>
    <w:rsid w:val="00203533"/>
    <w:rsid w:val="00205050"/>
    <w:rsid w:val="00205A08"/>
    <w:rsid w:val="002061F6"/>
    <w:rsid w:val="002065F4"/>
    <w:rsid w:val="00207EC8"/>
    <w:rsid w:val="00207F5B"/>
    <w:rsid w:val="00210AB6"/>
    <w:rsid w:val="00210B7E"/>
    <w:rsid w:val="00210C21"/>
    <w:rsid w:val="002118C2"/>
    <w:rsid w:val="002120B4"/>
    <w:rsid w:val="00212734"/>
    <w:rsid w:val="00213224"/>
    <w:rsid w:val="00214098"/>
    <w:rsid w:val="00214CDF"/>
    <w:rsid w:val="0021525A"/>
    <w:rsid w:val="002153F5"/>
    <w:rsid w:val="002173EA"/>
    <w:rsid w:val="00217B52"/>
    <w:rsid w:val="002211C5"/>
    <w:rsid w:val="0022124E"/>
    <w:rsid w:val="002214A0"/>
    <w:rsid w:val="002215C6"/>
    <w:rsid w:val="002218AB"/>
    <w:rsid w:val="00221CC4"/>
    <w:rsid w:val="0022251A"/>
    <w:rsid w:val="00224A04"/>
    <w:rsid w:val="00224BD1"/>
    <w:rsid w:val="0022537E"/>
    <w:rsid w:val="0022546D"/>
    <w:rsid w:val="00225D3E"/>
    <w:rsid w:val="00225DE2"/>
    <w:rsid w:val="0022606E"/>
    <w:rsid w:val="0022659B"/>
    <w:rsid w:val="0022682F"/>
    <w:rsid w:val="00227112"/>
    <w:rsid w:val="00227330"/>
    <w:rsid w:val="00231748"/>
    <w:rsid w:val="0023323D"/>
    <w:rsid w:val="00235125"/>
    <w:rsid w:val="002351BD"/>
    <w:rsid w:val="00235372"/>
    <w:rsid w:val="002353D8"/>
    <w:rsid w:val="002356A5"/>
    <w:rsid w:val="00236152"/>
    <w:rsid w:val="00236A62"/>
    <w:rsid w:val="0023762B"/>
    <w:rsid w:val="002378B7"/>
    <w:rsid w:val="002412BA"/>
    <w:rsid w:val="00242AFA"/>
    <w:rsid w:val="00243684"/>
    <w:rsid w:val="002438AB"/>
    <w:rsid w:val="00244781"/>
    <w:rsid w:val="00245D81"/>
    <w:rsid w:val="00246CFF"/>
    <w:rsid w:val="0024731E"/>
    <w:rsid w:val="0024732F"/>
    <w:rsid w:val="00250E3B"/>
    <w:rsid w:val="002518B0"/>
    <w:rsid w:val="00251F7D"/>
    <w:rsid w:val="00252604"/>
    <w:rsid w:val="00252A85"/>
    <w:rsid w:val="00252EA3"/>
    <w:rsid w:val="0025516D"/>
    <w:rsid w:val="00255CFB"/>
    <w:rsid w:val="002574E1"/>
    <w:rsid w:val="00257982"/>
    <w:rsid w:val="00261313"/>
    <w:rsid w:val="0026152E"/>
    <w:rsid w:val="00261618"/>
    <w:rsid w:val="002616A3"/>
    <w:rsid w:val="00262F16"/>
    <w:rsid w:val="002632AC"/>
    <w:rsid w:val="00263CB6"/>
    <w:rsid w:val="0026401E"/>
    <w:rsid w:val="00264462"/>
    <w:rsid w:val="00265E4B"/>
    <w:rsid w:val="002665A1"/>
    <w:rsid w:val="00266C45"/>
    <w:rsid w:val="002675E6"/>
    <w:rsid w:val="00267C8A"/>
    <w:rsid w:val="0027003C"/>
    <w:rsid w:val="0027009F"/>
    <w:rsid w:val="002702DB"/>
    <w:rsid w:val="00270FAC"/>
    <w:rsid w:val="0027102A"/>
    <w:rsid w:val="002710D7"/>
    <w:rsid w:val="002717D5"/>
    <w:rsid w:val="00274FD0"/>
    <w:rsid w:val="002750BA"/>
    <w:rsid w:val="0027549E"/>
    <w:rsid w:val="0027574B"/>
    <w:rsid w:val="00275962"/>
    <w:rsid w:val="00276EEB"/>
    <w:rsid w:val="0028015B"/>
    <w:rsid w:val="0028074E"/>
    <w:rsid w:val="00280BA5"/>
    <w:rsid w:val="002813A6"/>
    <w:rsid w:val="00281562"/>
    <w:rsid w:val="00281A96"/>
    <w:rsid w:val="00281BA4"/>
    <w:rsid w:val="00282129"/>
    <w:rsid w:val="00282A4D"/>
    <w:rsid w:val="002835F6"/>
    <w:rsid w:val="00284E18"/>
    <w:rsid w:val="0028574A"/>
    <w:rsid w:val="00286007"/>
    <w:rsid w:val="00286452"/>
    <w:rsid w:val="00286462"/>
    <w:rsid w:val="0028709B"/>
    <w:rsid w:val="00287DE7"/>
    <w:rsid w:val="002908F9"/>
    <w:rsid w:val="0029180B"/>
    <w:rsid w:val="0029183A"/>
    <w:rsid w:val="00291F6A"/>
    <w:rsid w:val="00292413"/>
    <w:rsid w:val="002925EA"/>
    <w:rsid w:val="0029372E"/>
    <w:rsid w:val="00294AF0"/>
    <w:rsid w:val="00295251"/>
    <w:rsid w:val="002957E6"/>
    <w:rsid w:val="002960E0"/>
    <w:rsid w:val="002965D9"/>
    <w:rsid w:val="0029745F"/>
    <w:rsid w:val="00297A71"/>
    <w:rsid w:val="002A0046"/>
    <w:rsid w:val="002A05D5"/>
    <w:rsid w:val="002A2BF1"/>
    <w:rsid w:val="002A2E34"/>
    <w:rsid w:val="002A37EC"/>
    <w:rsid w:val="002A3C63"/>
    <w:rsid w:val="002A4A68"/>
    <w:rsid w:val="002A4BFC"/>
    <w:rsid w:val="002A4CCF"/>
    <w:rsid w:val="002A5AA9"/>
    <w:rsid w:val="002B0296"/>
    <w:rsid w:val="002B0D4A"/>
    <w:rsid w:val="002B0E80"/>
    <w:rsid w:val="002B155A"/>
    <w:rsid w:val="002B18E0"/>
    <w:rsid w:val="002B2D36"/>
    <w:rsid w:val="002B347B"/>
    <w:rsid w:val="002B6666"/>
    <w:rsid w:val="002B6ED2"/>
    <w:rsid w:val="002C00AE"/>
    <w:rsid w:val="002C00E9"/>
    <w:rsid w:val="002C2549"/>
    <w:rsid w:val="002C305B"/>
    <w:rsid w:val="002C31CE"/>
    <w:rsid w:val="002C366C"/>
    <w:rsid w:val="002C51A4"/>
    <w:rsid w:val="002C5976"/>
    <w:rsid w:val="002C65F5"/>
    <w:rsid w:val="002C6674"/>
    <w:rsid w:val="002C70C8"/>
    <w:rsid w:val="002C7499"/>
    <w:rsid w:val="002C74DD"/>
    <w:rsid w:val="002C77B4"/>
    <w:rsid w:val="002C7954"/>
    <w:rsid w:val="002D0847"/>
    <w:rsid w:val="002D0D64"/>
    <w:rsid w:val="002D262F"/>
    <w:rsid w:val="002D37E5"/>
    <w:rsid w:val="002D3ACB"/>
    <w:rsid w:val="002D3F85"/>
    <w:rsid w:val="002D51CB"/>
    <w:rsid w:val="002D5209"/>
    <w:rsid w:val="002D527E"/>
    <w:rsid w:val="002E1A6E"/>
    <w:rsid w:val="002E37FE"/>
    <w:rsid w:val="002E4B1D"/>
    <w:rsid w:val="002E511F"/>
    <w:rsid w:val="002E524F"/>
    <w:rsid w:val="002E5314"/>
    <w:rsid w:val="002E6116"/>
    <w:rsid w:val="002E62E8"/>
    <w:rsid w:val="002E64BE"/>
    <w:rsid w:val="002F02AE"/>
    <w:rsid w:val="002F0EAA"/>
    <w:rsid w:val="002F2429"/>
    <w:rsid w:val="002F2CF5"/>
    <w:rsid w:val="002F2F9B"/>
    <w:rsid w:val="002F3202"/>
    <w:rsid w:val="002F3774"/>
    <w:rsid w:val="002F4098"/>
    <w:rsid w:val="002F499C"/>
    <w:rsid w:val="002F4BEF"/>
    <w:rsid w:val="002F5343"/>
    <w:rsid w:val="002F5DAC"/>
    <w:rsid w:val="002F5E74"/>
    <w:rsid w:val="002F5FF5"/>
    <w:rsid w:val="002F6561"/>
    <w:rsid w:val="002F692C"/>
    <w:rsid w:val="002F6A36"/>
    <w:rsid w:val="003002CC"/>
    <w:rsid w:val="003012F3"/>
    <w:rsid w:val="00301812"/>
    <w:rsid w:val="00301E1A"/>
    <w:rsid w:val="0030206D"/>
    <w:rsid w:val="00303185"/>
    <w:rsid w:val="00303430"/>
    <w:rsid w:val="003037BC"/>
    <w:rsid w:val="00303AC4"/>
    <w:rsid w:val="00303C0E"/>
    <w:rsid w:val="0030416B"/>
    <w:rsid w:val="00304946"/>
    <w:rsid w:val="0030602F"/>
    <w:rsid w:val="0030636B"/>
    <w:rsid w:val="0030692B"/>
    <w:rsid w:val="00306D47"/>
    <w:rsid w:val="003109D5"/>
    <w:rsid w:val="00310E11"/>
    <w:rsid w:val="00310E50"/>
    <w:rsid w:val="00313BCA"/>
    <w:rsid w:val="00313F85"/>
    <w:rsid w:val="003147D8"/>
    <w:rsid w:val="0031512E"/>
    <w:rsid w:val="00315E97"/>
    <w:rsid w:val="00316B0D"/>
    <w:rsid w:val="00316F3C"/>
    <w:rsid w:val="0031785D"/>
    <w:rsid w:val="00320B0F"/>
    <w:rsid w:val="00321513"/>
    <w:rsid w:val="00321E9D"/>
    <w:rsid w:val="0032202C"/>
    <w:rsid w:val="003228E9"/>
    <w:rsid w:val="00322E7E"/>
    <w:rsid w:val="003232C5"/>
    <w:rsid w:val="00323DB1"/>
    <w:rsid w:val="00323F29"/>
    <w:rsid w:val="0032457A"/>
    <w:rsid w:val="003245C2"/>
    <w:rsid w:val="00324C1B"/>
    <w:rsid w:val="00324CC2"/>
    <w:rsid w:val="00327AC9"/>
    <w:rsid w:val="00331DCC"/>
    <w:rsid w:val="00332693"/>
    <w:rsid w:val="003335DC"/>
    <w:rsid w:val="0033365C"/>
    <w:rsid w:val="00333AF0"/>
    <w:rsid w:val="003342EE"/>
    <w:rsid w:val="00334FBF"/>
    <w:rsid w:val="003356D0"/>
    <w:rsid w:val="003373CB"/>
    <w:rsid w:val="00337648"/>
    <w:rsid w:val="00337ADB"/>
    <w:rsid w:val="00337E83"/>
    <w:rsid w:val="00340069"/>
    <w:rsid w:val="00340D43"/>
    <w:rsid w:val="00340D57"/>
    <w:rsid w:val="00341122"/>
    <w:rsid w:val="00341B21"/>
    <w:rsid w:val="00342CCF"/>
    <w:rsid w:val="003430EC"/>
    <w:rsid w:val="003432EF"/>
    <w:rsid w:val="00343498"/>
    <w:rsid w:val="003439D5"/>
    <w:rsid w:val="00344FB7"/>
    <w:rsid w:val="00344FD4"/>
    <w:rsid w:val="00345ED0"/>
    <w:rsid w:val="0034675D"/>
    <w:rsid w:val="00346ADC"/>
    <w:rsid w:val="00350BB2"/>
    <w:rsid w:val="00351398"/>
    <w:rsid w:val="003514CF"/>
    <w:rsid w:val="00351557"/>
    <w:rsid w:val="00351A14"/>
    <w:rsid w:val="003524EC"/>
    <w:rsid w:val="00352775"/>
    <w:rsid w:val="00352911"/>
    <w:rsid w:val="00352E68"/>
    <w:rsid w:val="00353291"/>
    <w:rsid w:val="0035384A"/>
    <w:rsid w:val="00353CB9"/>
    <w:rsid w:val="003541B8"/>
    <w:rsid w:val="003544F8"/>
    <w:rsid w:val="003547CC"/>
    <w:rsid w:val="00354BF6"/>
    <w:rsid w:val="00354F3E"/>
    <w:rsid w:val="00356D2F"/>
    <w:rsid w:val="00356E04"/>
    <w:rsid w:val="003602A3"/>
    <w:rsid w:val="00361C72"/>
    <w:rsid w:val="0036228B"/>
    <w:rsid w:val="0036377D"/>
    <w:rsid w:val="0036391E"/>
    <w:rsid w:val="00363A1B"/>
    <w:rsid w:val="00363ECF"/>
    <w:rsid w:val="0036430C"/>
    <w:rsid w:val="00364A35"/>
    <w:rsid w:val="00365276"/>
    <w:rsid w:val="003659F5"/>
    <w:rsid w:val="003661EA"/>
    <w:rsid w:val="003674A2"/>
    <w:rsid w:val="00367FCC"/>
    <w:rsid w:val="00370952"/>
    <w:rsid w:val="00370B3F"/>
    <w:rsid w:val="003731A1"/>
    <w:rsid w:val="00373706"/>
    <w:rsid w:val="003741E2"/>
    <w:rsid w:val="0037456E"/>
    <w:rsid w:val="003746FF"/>
    <w:rsid w:val="00374F1C"/>
    <w:rsid w:val="00375E4B"/>
    <w:rsid w:val="00376BCC"/>
    <w:rsid w:val="00376D49"/>
    <w:rsid w:val="00376E2A"/>
    <w:rsid w:val="003777CA"/>
    <w:rsid w:val="003808AD"/>
    <w:rsid w:val="00380B45"/>
    <w:rsid w:val="00381007"/>
    <w:rsid w:val="00382A36"/>
    <w:rsid w:val="00383C8A"/>
    <w:rsid w:val="00383E76"/>
    <w:rsid w:val="0038486C"/>
    <w:rsid w:val="00384DF8"/>
    <w:rsid w:val="00385AF5"/>
    <w:rsid w:val="00385BFB"/>
    <w:rsid w:val="00386318"/>
    <w:rsid w:val="0038686B"/>
    <w:rsid w:val="00386931"/>
    <w:rsid w:val="00387A36"/>
    <w:rsid w:val="00387B4F"/>
    <w:rsid w:val="00391C7C"/>
    <w:rsid w:val="00391D03"/>
    <w:rsid w:val="00391FB6"/>
    <w:rsid w:val="0039229A"/>
    <w:rsid w:val="0039342F"/>
    <w:rsid w:val="00393545"/>
    <w:rsid w:val="00393963"/>
    <w:rsid w:val="00393E87"/>
    <w:rsid w:val="00393FFB"/>
    <w:rsid w:val="0039421D"/>
    <w:rsid w:val="00394DAF"/>
    <w:rsid w:val="00396087"/>
    <w:rsid w:val="00397760"/>
    <w:rsid w:val="003978DE"/>
    <w:rsid w:val="003A08D1"/>
    <w:rsid w:val="003A1A9E"/>
    <w:rsid w:val="003A1D3B"/>
    <w:rsid w:val="003A3119"/>
    <w:rsid w:val="003A4483"/>
    <w:rsid w:val="003A501E"/>
    <w:rsid w:val="003A54CA"/>
    <w:rsid w:val="003A56E5"/>
    <w:rsid w:val="003A6093"/>
    <w:rsid w:val="003A711A"/>
    <w:rsid w:val="003A7A51"/>
    <w:rsid w:val="003B0396"/>
    <w:rsid w:val="003B0AED"/>
    <w:rsid w:val="003B14FC"/>
    <w:rsid w:val="003B1513"/>
    <w:rsid w:val="003B1C1D"/>
    <w:rsid w:val="003B22F0"/>
    <w:rsid w:val="003B3192"/>
    <w:rsid w:val="003B3903"/>
    <w:rsid w:val="003B3B3E"/>
    <w:rsid w:val="003B48EE"/>
    <w:rsid w:val="003B4C42"/>
    <w:rsid w:val="003B4E64"/>
    <w:rsid w:val="003B5075"/>
    <w:rsid w:val="003B5245"/>
    <w:rsid w:val="003B5D9E"/>
    <w:rsid w:val="003B5F27"/>
    <w:rsid w:val="003B60CB"/>
    <w:rsid w:val="003B623F"/>
    <w:rsid w:val="003B7381"/>
    <w:rsid w:val="003B7695"/>
    <w:rsid w:val="003B7C4A"/>
    <w:rsid w:val="003B7C8A"/>
    <w:rsid w:val="003B7EED"/>
    <w:rsid w:val="003C0486"/>
    <w:rsid w:val="003C0D39"/>
    <w:rsid w:val="003C286F"/>
    <w:rsid w:val="003C321F"/>
    <w:rsid w:val="003C3903"/>
    <w:rsid w:val="003C528D"/>
    <w:rsid w:val="003C533A"/>
    <w:rsid w:val="003C5C2D"/>
    <w:rsid w:val="003C6053"/>
    <w:rsid w:val="003C65BD"/>
    <w:rsid w:val="003C75E9"/>
    <w:rsid w:val="003D02E3"/>
    <w:rsid w:val="003D0DC3"/>
    <w:rsid w:val="003D1525"/>
    <w:rsid w:val="003D218D"/>
    <w:rsid w:val="003D23B7"/>
    <w:rsid w:val="003D2A85"/>
    <w:rsid w:val="003D38E3"/>
    <w:rsid w:val="003D418A"/>
    <w:rsid w:val="003D499B"/>
    <w:rsid w:val="003D53BA"/>
    <w:rsid w:val="003D53EC"/>
    <w:rsid w:val="003D556D"/>
    <w:rsid w:val="003D5D3C"/>
    <w:rsid w:val="003D6739"/>
    <w:rsid w:val="003D740D"/>
    <w:rsid w:val="003D7A28"/>
    <w:rsid w:val="003D7D47"/>
    <w:rsid w:val="003E0561"/>
    <w:rsid w:val="003E1892"/>
    <w:rsid w:val="003E1A94"/>
    <w:rsid w:val="003E1AB8"/>
    <w:rsid w:val="003E1B50"/>
    <w:rsid w:val="003E2168"/>
    <w:rsid w:val="003E2E3C"/>
    <w:rsid w:val="003E2E6C"/>
    <w:rsid w:val="003E415A"/>
    <w:rsid w:val="003E6A68"/>
    <w:rsid w:val="003E6E47"/>
    <w:rsid w:val="003E7237"/>
    <w:rsid w:val="003E7E7D"/>
    <w:rsid w:val="003F0B9A"/>
    <w:rsid w:val="003F0DB3"/>
    <w:rsid w:val="003F2038"/>
    <w:rsid w:val="003F20BA"/>
    <w:rsid w:val="003F2BD1"/>
    <w:rsid w:val="003F427F"/>
    <w:rsid w:val="003F4915"/>
    <w:rsid w:val="003F4DB8"/>
    <w:rsid w:val="003F5210"/>
    <w:rsid w:val="003F56A3"/>
    <w:rsid w:val="003F59ED"/>
    <w:rsid w:val="003F779C"/>
    <w:rsid w:val="004005DD"/>
    <w:rsid w:val="004020B7"/>
    <w:rsid w:val="004021D0"/>
    <w:rsid w:val="00403372"/>
    <w:rsid w:val="0040344D"/>
    <w:rsid w:val="004051D6"/>
    <w:rsid w:val="0040557D"/>
    <w:rsid w:val="004056E9"/>
    <w:rsid w:val="0040587A"/>
    <w:rsid w:val="0040682C"/>
    <w:rsid w:val="00407744"/>
    <w:rsid w:val="00410BCC"/>
    <w:rsid w:val="00411A13"/>
    <w:rsid w:val="00411D6F"/>
    <w:rsid w:val="004138CA"/>
    <w:rsid w:val="00413B76"/>
    <w:rsid w:val="0041406E"/>
    <w:rsid w:val="0041406F"/>
    <w:rsid w:val="004142DD"/>
    <w:rsid w:val="004144D0"/>
    <w:rsid w:val="004149EC"/>
    <w:rsid w:val="00416A84"/>
    <w:rsid w:val="00416D57"/>
    <w:rsid w:val="00416E25"/>
    <w:rsid w:val="0042107D"/>
    <w:rsid w:val="00421A5F"/>
    <w:rsid w:val="00421C87"/>
    <w:rsid w:val="00421D51"/>
    <w:rsid w:val="00422066"/>
    <w:rsid w:val="0042230D"/>
    <w:rsid w:val="004238BF"/>
    <w:rsid w:val="00423FFC"/>
    <w:rsid w:val="00424665"/>
    <w:rsid w:val="00425993"/>
    <w:rsid w:val="00426D7C"/>
    <w:rsid w:val="0042748E"/>
    <w:rsid w:val="00427B52"/>
    <w:rsid w:val="00430224"/>
    <w:rsid w:val="0043069F"/>
    <w:rsid w:val="00430A30"/>
    <w:rsid w:val="00431358"/>
    <w:rsid w:val="00431374"/>
    <w:rsid w:val="00434F46"/>
    <w:rsid w:val="00435314"/>
    <w:rsid w:val="00435728"/>
    <w:rsid w:val="004364E3"/>
    <w:rsid w:val="00436717"/>
    <w:rsid w:val="004371D2"/>
    <w:rsid w:val="00441DB9"/>
    <w:rsid w:val="00443C48"/>
    <w:rsid w:val="004447A5"/>
    <w:rsid w:val="00444874"/>
    <w:rsid w:val="00444BDB"/>
    <w:rsid w:val="00444BDC"/>
    <w:rsid w:val="00450AB3"/>
    <w:rsid w:val="00450B99"/>
    <w:rsid w:val="00451030"/>
    <w:rsid w:val="004517A9"/>
    <w:rsid w:val="004522BB"/>
    <w:rsid w:val="00453873"/>
    <w:rsid w:val="00454560"/>
    <w:rsid w:val="004553AA"/>
    <w:rsid w:val="00456C45"/>
    <w:rsid w:val="00457F8E"/>
    <w:rsid w:val="00460ACA"/>
    <w:rsid w:val="00460F0D"/>
    <w:rsid w:val="00461B4A"/>
    <w:rsid w:val="00462296"/>
    <w:rsid w:val="004625BB"/>
    <w:rsid w:val="0046278D"/>
    <w:rsid w:val="00463420"/>
    <w:rsid w:val="004651D4"/>
    <w:rsid w:val="00465813"/>
    <w:rsid w:val="00466288"/>
    <w:rsid w:val="004671C3"/>
    <w:rsid w:val="00467ADE"/>
    <w:rsid w:val="00467FBD"/>
    <w:rsid w:val="00473002"/>
    <w:rsid w:val="004737F0"/>
    <w:rsid w:val="00474263"/>
    <w:rsid w:val="00474AF3"/>
    <w:rsid w:val="00475EE4"/>
    <w:rsid w:val="00476304"/>
    <w:rsid w:val="00476564"/>
    <w:rsid w:val="00477A48"/>
    <w:rsid w:val="00480F6D"/>
    <w:rsid w:val="00481D0E"/>
    <w:rsid w:val="004823E1"/>
    <w:rsid w:val="00482BBC"/>
    <w:rsid w:val="00485546"/>
    <w:rsid w:val="0048684F"/>
    <w:rsid w:val="004872A1"/>
    <w:rsid w:val="004907B9"/>
    <w:rsid w:val="00490EAD"/>
    <w:rsid w:val="004914BA"/>
    <w:rsid w:val="0049207B"/>
    <w:rsid w:val="00492988"/>
    <w:rsid w:val="0049340E"/>
    <w:rsid w:val="00493BA2"/>
    <w:rsid w:val="00493D2B"/>
    <w:rsid w:val="004958F3"/>
    <w:rsid w:val="00495AB9"/>
    <w:rsid w:val="0049678E"/>
    <w:rsid w:val="004967D6"/>
    <w:rsid w:val="004969D1"/>
    <w:rsid w:val="004A1152"/>
    <w:rsid w:val="004A1489"/>
    <w:rsid w:val="004A154C"/>
    <w:rsid w:val="004A210E"/>
    <w:rsid w:val="004A2EAF"/>
    <w:rsid w:val="004A37F7"/>
    <w:rsid w:val="004A3C4B"/>
    <w:rsid w:val="004A430E"/>
    <w:rsid w:val="004A449B"/>
    <w:rsid w:val="004A46F5"/>
    <w:rsid w:val="004A4A58"/>
    <w:rsid w:val="004A4C97"/>
    <w:rsid w:val="004A503F"/>
    <w:rsid w:val="004A7094"/>
    <w:rsid w:val="004B0149"/>
    <w:rsid w:val="004B2377"/>
    <w:rsid w:val="004B246B"/>
    <w:rsid w:val="004B24F7"/>
    <w:rsid w:val="004B2587"/>
    <w:rsid w:val="004B3B44"/>
    <w:rsid w:val="004B3D08"/>
    <w:rsid w:val="004B462E"/>
    <w:rsid w:val="004B469E"/>
    <w:rsid w:val="004B4873"/>
    <w:rsid w:val="004B542C"/>
    <w:rsid w:val="004B6450"/>
    <w:rsid w:val="004B695A"/>
    <w:rsid w:val="004B6A2A"/>
    <w:rsid w:val="004B734A"/>
    <w:rsid w:val="004B7FBD"/>
    <w:rsid w:val="004C07C5"/>
    <w:rsid w:val="004C0B3D"/>
    <w:rsid w:val="004C0BEA"/>
    <w:rsid w:val="004C172B"/>
    <w:rsid w:val="004C269A"/>
    <w:rsid w:val="004C3C43"/>
    <w:rsid w:val="004C3D93"/>
    <w:rsid w:val="004C4B00"/>
    <w:rsid w:val="004C501C"/>
    <w:rsid w:val="004C556E"/>
    <w:rsid w:val="004C5C75"/>
    <w:rsid w:val="004C64B9"/>
    <w:rsid w:val="004C65CF"/>
    <w:rsid w:val="004D120B"/>
    <w:rsid w:val="004D20D4"/>
    <w:rsid w:val="004D2BDC"/>
    <w:rsid w:val="004D447D"/>
    <w:rsid w:val="004D5492"/>
    <w:rsid w:val="004D5B6B"/>
    <w:rsid w:val="004D5C65"/>
    <w:rsid w:val="004D650E"/>
    <w:rsid w:val="004D7FD6"/>
    <w:rsid w:val="004E02F8"/>
    <w:rsid w:val="004E163E"/>
    <w:rsid w:val="004E286F"/>
    <w:rsid w:val="004E34B7"/>
    <w:rsid w:val="004E354B"/>
    <w:rsid w:val="004E3B05"/>
    <w:rsid w:val="004E48E6"/>
    <w:rsid w:val="004E7188"/>
    <w:rsid w:val="004E77B8"/>
    <w:rsid w:val="004E7D08"/>
    <w:rsid w:val="004E7D29"/>
    <w:rsid w:val="004F1B91"/>
    <w:rsid w:val="004F2F36"/>
    <w:rsid w:val="004F32B2"/>
    <w:rsid w:val="004F4C08"/>
    <w:rsid w:val="004F5B4C"/>
    <w:rsid w:val="004F5D6B"/>
    <w:rsid w:val="004F6296"/>
    <w:rsid w:val="004F63BB"/>
    <w:rsid w:val="004F721A"/>
    <w:rsid w:val="004F7BE4"/>
    <w:rsid w:val="004F7FE2"/>
    <w:rsid w:val="00500F74"/>
    <w:rsid w:val="005011DA"/>
    <w:rsid w:val="005011F8"/>
    <w:rsid w:val="005014F3"/>
    <w:rsid w:val="0050249B"/>
    <w:rsid w:val="005028BA"/>
    <w:rsid w:val="00502B46"/>
    <w:rsid w:val="0050451D"/>
    <w:rsid w:val="0050566C"/>
    <w:rsid w:val="00505E2B"/>
    <w:rsid w:val="0051166B"/>
    <w:rsid w:val="00511EE0"/>
    <w:rsid w:val="00512724"/>
    <w:rsid w:val="00512F10"/>
    <w:rsid w:val="00513264"/>
    <w:rsid w:val="00514C15"/>
    <w:rsid w:val="00514EF9"/>
    <w:rsid w:val="005154C6"/>
    <w:rsid w:val="00515D0B"/>
    <w:rsid w:val="00516501"/>
    <w:rsid w:val="0051755C"/>
    <w:rsid w:val="00520874"/>
    <w:rsid w:val="0052189F"/>
    <w:rsid w:val="00522339"/>
    <w:rsid w:val="00523626"/>
    <w:rsid w:val="00523BA0"/>
    <w:rsid w:val="00523E49"/>
    <w:rsid w:val="005245E4"/>
    <w:rsid w:val="00524E8A"/>
    <w:rsid w:val="0052516B"/>
    <w:rsid w:val="00525D29"/>
    <w:rsid w:val="00526111"/>
    <w:rsid w:val="00526542"/>
    <w:rsid w:val="00526767"/>
    <w:rsid w:val="00527A43"/>
    <w:rsid w:val="00527F3D"/>
    <w:rsid w:val="00530824"/>
    <w:rsid w:val="00531121"/>
    <w:rsid w:val="00531AAA"/>
    <w:rsid w:val="005326AA"/>
    <w:rsid w:val="005333CA"/>
    <w:rsid w:val="00533F2E"/>
    <w:rsid w:val="00534651"/>
    <w:rsid w:val="005346D1"/>
    <w:rsid w:val="005354FB"/>
    <w:rsid w:val="005356BB"/>
    <w:rsid w:val="00535E25"/>
    <w:rsid w:val="00536193"/>
    <w:rsid w:val="005362FD"/>
    <w:rsid w:val="00537747"/>
    <w:rsid w:val="00540007"/>
    <w:rsid w:val="005406FD"/>
    <w:rsid w:val="00541F7D"/>
    <w:rsid w:val="005425CA"/>
    <w:rsid w:val="00543BA1"/>
    <w:rsid w:val="0054420A"/>
    <w:rsid w:val="00544FF6"/>
    <w:rsid w:val="00545C2A"/>
    <w:rsid w:val="00545FF2"/>
    <w:rsid w:val="00547330"/>
    <w:rsid w:val="005473EB"/>
    <w:rsid w:val="00547790"/>
    <w:rsid w:val="00547A29"/>
    <w:rsid w:val="00547D6C"/>
    <w:rsid w:val="00547EDF"/>
    <w:rsid w:val="0055016B"/>
    <w:rsid w:val="005507C8"/>
    <w:rsid w:val="005516BF"/>
    <w:rsid w:val="005529EB"/>
    <w:rsid w:val="00552A41"/>
    <w:rsid w:val="00552AFA"/>
    <w:rsid w:val="00552DA6"/>
    <w:rsid w:val="00552E60"/>
    <w:rsid w:val="0055408A"/>
    <w:rsid w:val="00554222"/>
    <w:rsid w:val="00554516"/>
    <w:rsid w:val="00554A4C"/>
    <w:rsid w:val="00554A8E"/>
    <w:rsid w:val="0055527D"/>
    <w:rsid w:val="00555E07"/>
    <w:rsid w:val="005576EE"/>
    <w:rsid w:val="00561645"/>
    <w:rsid w:val="00562131"/>
    <w:rsid w:val="00562D88"/>
    <w:rsid w:val="005632F9"/>
    <w:rsid w:val="00563A0A"/>
    <w:rsid w:val="00563BCB"/>
    <w:rsid w:val="00564334"/>
    <w:rsid w:val="00565157"/>
    <w:rsid w:val="0056594F"/>
    <w:rsid w:val="00565D68"/>
    <w:rsid w:val="00565E94"/>
    <w:rsid w:val="00565F91"/>
    <w:rsid w:val="0056669E"/>
    <w:rsid w:val="005669AB"/>
    <w:rsid w:val="00571031"/>
    <w:rsid w:val="00571E61"/>
    <w:rsid w:val="0057214B"/>
    <w:rsid w:val="00572FBE"/>
    <w:rsid w:val="0057327A"/>
    <w:rsid w:val="00573EFD"/>
    <w:rsid w:val="00574C71"/>
    <w:rsid w:val="005756FF"/>
    <w:rsid w:val="00575AD1"/>
    <w:rsid w:val="00576A75"/>
    <w:rsid w:val="00577928"/>
    <w:rsid w:val="00577A2C"/>
    <w:rsid w:val="00577BFC"/>
    <w:rsid w:val="00580157"/>
    <w:rsid w:val="005813BE"/>
    <w:rsid w:val="00582784"/>
    <w:rsid w:val="00582BB5"/>
    <w:rsid w:val="00582E91"/>
    <w:rsid w:val="005834D7"/>
    <w:rsid w:val="005838E1"/>
    <w:rsid w:val="005839D0"/>
    <w:rsid w:val="005842A1"/>
    <w:rsid w:val="0058460E"/>
    <w:rsid w:val="00585B52"/>
    <w:rsid w:val="00587D58"/>
    <w:rsid w:val="00587F74"/>
    <w:rsid w:val="00590175"/>
    <w:rsid w:val="00591AF7"/>
    <w:rsid w:val="00592A00"/>
    <w:rsid w:val="00592A42"/>
    <w:rsid w:val="00594EC6"/>
    <w:rsid w:val="0059578A"/>
    <w:rsid w:val="005973BB"/>
    <w:rsid w:val="005A02AE"/>
    <w:rsid w:val="005A360D"/>
    <w:rsid w:val="005A3CAB"/>
    <w:rsid w:val="005A4CAC"/>
    <w:rsid w:val="005A5398"/>
    <w:rsid w:val="005A669D"/>
    <w:rsid w:val="005A7509"/>
    <w:rsid w:val="005A78EF"/>
    <w:rsid w:val="005A79E4"/>
    <w:rsid w:val="005A7B3C"/>
    <w:rsid w:val="005B0025"/>
    <w:rsid w:val="005B0D09"/>
    <w:rsid w:val="005B0D21"/>
    <w:rsid w:val="005B0F76"/>
    <w:rsid w:val="005B145C"/>
    <w:rsid w:val="005B1A1D"/>
    <w:rsid w:val="005B20D0"/>
    <w:rsid w:val="005B2884"/>
    <w:rsid w:val="005B3670"/>
    <w:rsid w:val="005B3F99"/>
    <w:rsid w:val="005B44EE"/>
    <w:rsid w:val="005B4959"/>
    <w:rsid w:val="005B57D6"/>
    <w:rsid w:val="005B5EAA"/>
    <w:rsid w:val="005C01DE"/>
    <w:rsid w:val="005C137D"/>
    <w:rsid w:val="005C1B1D"/>
    <w:rsid w:val="005C24AA"/>
    <w:rsid w:val="005C28B9"/>
    <w:rsid w:val="005C32AD"/>
    <w:rsid w:val="005C35D7"/>
    <w:rsid w:val="005C3C40"/>
    <w:rsid w:val="005C4951"/>
    <w:rsid w:val="005C4ABB"/>
    <w:rsid w:val="005C4C78"/>
    <w:rsid w:val="005C4F58"/>
    <w:rsid w:val="005C57B2"/>
    <w:rsid w:val="005C5B06"/>
    <w:rsid w:val="005C5C80"/>
    <w:rsid w:val="005C5E6E"/>
    <w:rsid w:val="005C6EFF"/>
    <w:rsid w:val="005C743C"/>
    <w:rsid w:val="005D0E44"/>
    <w:rsid w:val="005D14F1"/>
    <w:rsid w:val="005D213B"/>
    <w:rsid w:val="005D2292"/>
    <w:rsid w:val="005D2CC9"/>
    <w:rsid w:val="005D31CA"/>
    <w:rsid w:val="005D3774"/>
    <w:rsid w:val="005D402A"/>
    <w:rsid w:val="005D4302"/>
    <w:rsid w:val="005D4E5D"/>
    <w:rsid w:val="005D5BEC"/>
    <w:rsid w:val="005D6420"/>
    <w:rsid w:val="005D738E"/>
    <w:rsid w:val="005D7AF2"/>
    <w:rsid w:val="005D7E1A"/>
    <w:rsid w:val="005D7EF0"/>
    <w:rsid w:val="005E07B9"/>
    <w:rsid w:val="005E1087"/>
    <w:rsid w:val="005E23AF"/>
    <w:rsid w:val="005E2B55"/>
    <w:rsid w:val="005E2E04"/>
    <w:rsid w:val="005E3C41"/>
    <w:rsid w:val="005E4511"/>
    <w:rsid w:val="005E4A81"/>
    <w:rsid w:val="005E4C14"/>
    <w:rsid w:val="005E4F7D"/>
    <w:rsid w:val="005E5A0A"/>
    <w:rsid w:val="005E5ACA"/>
    <w:rsid w:val="005E778C"/>
    <w:rsid w:val="005F0160"/>
    <w:rsid w:val="005F0451"/>
    <w:rsid w:val="005F0B65"/>
    <w:rsid w:val="005F34C5"/>
    <w:rsid w:val="005F3B88"/>
    <w:rsid w:val="005F3F91"/>
    <w:rsid w:val="005F3FBA"/>
    <w:rsid w:val="005F4325"/>
    <w:rsid w:val="005F4A35"/>
    <w:rsid w:val="005F4B04"/>
    <w:rsid w:val="005F509C"/>
    <w:rsid w:val="005F5675"/>
    <w:rsid w:val="005F5D42"/>
    <w:rsid w:val="005F70B2"/>
    <w:rsid w:val="005F7419"/>
    <w:rsid w:val="005F7758"/>
    <w:rsid w:val="005F7CD0"/>
    <w:rsid w:val="006005F3"/>
    <w:rsid w:val="0060136A"/>
    <w:rsid w:val="006013AC"/>
    <w:rsid w:val="0060162B"/>
    <w:rsid w:val="00604F6A"/>
    <w:rsid w:val="00605CA3"/>
    <w:rsid w:val="00605DC3"/>
    <w:rsid w:val="00605E69"/>
    <w:rsid w:val="00606319"/>
    <w:rsid w:val="0060651D"/>
    <w:rsid w:val="00606B2B"/>
    <w:rsid w:val="00607740"/>
    <w:rsid w:val="00611581"/>
    <w:rsid w:val="00612CEB"/>
    <w:rsid w:val="0061399B"/>
    <w:rsid w:val="006139CB"/>
    <w:rsid w:val="00613D21"/>
    <w:rsid w:val="00614C66"/>
    <w:rsid w:val="00614EA3"/>
    <w:rsid w:val="0061576A"/>
    <w:rsid w:val="00617C8A"/>
    <w:rsid w:val="00620301"/>
    <w:rsid w:val="00620ECA"/>
    <w:rsid w:val="0062134B"/>
    <w:rsid w:val="006223FB"/>
    <w:rsid w:val="00623641"/>
    <w:rsid w:val="0062460C"/>
    <w:rsid w:val="00624BE1"/>
    <w:rsid w:val="00624D33"/>
    <w:rsid w:val="006257DA"/>
    <w:rsid w:val="00626A81"/>
    <w:rsid w:val="00627710"/>
    <w:rsid w:val="0063021C"/>
    <w:rsid w:val="00631508"/>
    <w:rsid w:val="00631DC4"/>
    <w:rsid w:val="00632B42"/>
    <w:rsid w:val="00634107"/>
    <w:rsid w:val="00634264"/>
    <w:rsid w:val="00634E91"/>
    <w:rsid w:val="0063507E"/>
    <w:rsid w:val="0063524B"/>
    <w:rsid w:val="006355ED"/>
    <w:rsid w:val="00635E6A"/>
    <w:rsid w:val="0064240F"/>
    <w:rsid w:val="00642958"/>
    <w:rsid w:val="00642C7F"/>
    <w:rsid w:val="00643BE0"/>
    <w:rsid w:val="00644C8C"/>
    <w:rsid w:val="00644D13"/>
    <w:rsid w:val="00645814"/>
    <w:rsid w:val="006461E1"/>
    <w:rsid w:val="00646755"/>
    <w:rsid w:val="00647FDD"/>
    <w:rsid w:val="00650317"/>
    <w:rsid w:val="006506D6"/>
    <w:rsid w:val="006508D8"/>
    <w:rsid w:val="006509CF"/>
    <w:rsid w:val="00651085"/>
    <w:rsid w:val="00651EC2"/>
    <w:rsid w:val="00652DA7"/>
    <w:rsid w:val="00654CFE"/>
    <w:rsid w:val="00655026"/>
    <w:rsid w:val="00655EA6"/>
    <w:rsid w:val="0065611F"/>
    <w:rsid w:val="00656365"/>
    <w:rsid w:val="0065683D"/>
    <w:rsid w:val="006575B5"/>
    <w:rsid w:val="006600BC"/>
    <w:rsid w:val="00660514"/>
    <w:rsid w:val="006608F5"/>
    <w:rsid w:val="006609C6"/>
    <w:rsid w:val="00660D25"/>
    <w:rsid w:val="00661053"/>
    <w:rsid w:val="00661374"/>
    <w:rsid w:val="00661649"/>
    <w:rsid w:val="00661952"/>
    <w:rsid w:val="0066309B"/>
    <w:rsid w:val="00665774"/>
    <w:rsid w:val="00665B4B"/>
    <w:rsid w:val="00665F4F"/>
    <w:rsid w:val="00670512"/>
    <w:rsid w:val="00670518"/>
    <w:rsid w:val="00670D8D"/>
    <w:rsid w:val="0067185F"/>
    <w:rsid w:val="00672602"/>
    <w:rsid w:val="00673504"/>
    <w:rsid w:val="0067411F"/>
    <w:rsid w:val="00674252"/>
    <w:rsid w:val="00674456"/>
    <w:rsid w:val="006748AE"/>
    <w:rsid w:val="00674F0E"/>
    <w:rsid w:val="006754D2"/>
    <w:rsid w:val="00676829"/>
    <w:rsid w:val="006768AD"/>
    <w:rsid w:val="00676B3E"/>
    <w:rsid w:val="0067770E"/>
    <w:rsid w:val="00677D09"/>
    <w:rsid w:val="00677F9E"/>
    <w:rsid w:val="006808CB"/>
    <w:rsid w:val="00680981"/>
    <w:rsid w:val="00680BF0"/>
    <w:rsid w:val="00682B3D"/>
    <w:rsid w:val="0068490C"/>
    <w:rsid w:val="00685538"/>
    <w:rsid w:val="00685948"/>
    <w:rsid w:val="00686499"/>
    <w:rsid w:val="006869F1"/>
    <w:rsid w:val="00686C63"/>
    <w:rsid w:val="00686DAE"/>
    <w:rsid w:val="00687061"/>
    <w:rsid w:val="00687998"/>
    <w:rsid w:val="006879C3"/>
    <w:rsid w:val="00687B5D"/>
    <w:rsid w:val="006902E0"/>
    <w:rsid w:val="00690C75"/>
    <w:rsid w:val="00693E9D"/>
    <w:rsid w:val="006944D1"/>
    <w:rsid w:val="00694C80"/>
    <w:rsid w:val="0069527D"/>
    <w:rsid w:val="00695769"/>
    <w:rsid w:val="006959D5"/>
    <w:rsid w:val="00696374"/>
    <w:rsid w:val="006973DA"/>
    <w:rsid w:val="00697F04"/>
    <w:rsid w:val="006A05FC"/>
    <w:rsid w:val="006A06A2"/>
    <w:rsid w:val="006A0BDC"/>
    <w:rsid w:val="006A0FAB"/>
    <w:rsid w:val="006A25BD"/>
    <w:rsid w:val="006A3323"/>
    <w:rsid w:val="006A3F77"/>
    <w:rsid w:val="006A4BA1"/>
    <w:rsid w:val="006A4DC4"/>
    <w:rsid w:val="006A54FA"/>
    <w:rsid w:val="006A5697"/>
    <w:rsid w:val="006A5C48"/>
    <w:rsid w:val="006B0047"/>
    <w:rsid w:val="006B0258"/>
    <w:rsid w:val="006B0298"/>
    <w:rsid w:val="006B0F03"/>
    <w:rsid w:val="006B163D"/>
    <w:rsid w:val="006B18EE"/>
    <w:rsid w:val="006B2C2F"/>
    <w:rsid w:val="006B329B"/>
    <w:rsid w:val="006B426A"/>
    <w:rsid w:val="006B481F"/>
    <w:rsid w:val="006B53E1"/>
    <w:rsid w:val="006B6299"/>
    <w:rsid w:val="006B633B"/>
    <w:rsid w:val="006B6ACA"/>
    <w:rsid w:val="006B7471"/>
    <w:rsid w:val="006B7748"/>
    <w:rsid w:val="006B7D42"/>
    <w:rsid w:val="006C0816"/>
    <w:rsid w:val="006C0BAF"/>
    <w:rsid w:val="006C117F"/>
    <w:rsid w:val="006C1419"/>
    <w:rsid w:val="006C25A7"/>
    <w:rsid w:val="006C272A"/>
    <w:rsid w:val="006C3045"/>
    <w:rsid w:val="006C328C"/>
    <w:rsid w:val="006C3BC5"/>
    <w:rsid w:val="006C4492"/>
    <w:rsid w:val="006C46D7"/>
    <w:rsid w:val="006C4A9B"/>
    <w:rsid w:val="006C4DAE"/>
    <w:rsid w:val="006C5FEE"/>
    <w:rsid w:val="006C616E"/>
    <w:rsid w:val="006C63E1"/>
    <w:rsid w:val="006D0068"/>
    <w:rsid w:val="006D0454"/>
    <w:rsid w:val="006D1393"/>
    <w:rsid w:val="006D15B8"/>
    <w:rsid w:val="006D1987"/>
    <w:rsid w:val="006D1CC0"/>
    <w:rsid w:val="006D3B54"/>
    <w:rsid w:val="006D40DF"/>
    <w:rsid w:val="006D5472"/>
    <w:rsid w:val="006D6851"/>
    <w:rsid w:val="006D6911"/>
    <w:rsid w:val="006E06AA"/>
    <w:rsid w:val="006E0907"/>
    <w:rsid w:val="006E0D21"/>
    <w:rsid w:val="006E19DC"/>
    <w:rsid w:val="006E1EF5"/>
    <w:rsid w:val="006E226C"/>
    <w:rsid w:val="006E324E"/>
    <w:rsid w:val="006E362A"/>
    <w:rsid w:val="006E4F78"/>
    <w:rsid w:val="006E551F"/>
    <w:rsid w:val="006E6248"/>
    <w:rsid w:val="006E632C"/>
    <w:rsid w:val="006E6961"/>
    <w:rsid w:val="006E6D99"/>
    <w:rsid w:val="006E7C91"/>
    <w:rsid w:val="006E7CDB"/>
    <w:rsid w:val="006E7D0A"/>
    <w:rsid w:val="006F1601"/>
    <w:rsid w:val="006F1E84"/>
    <w:rsid w:val="006F2E14"/>
    <w:rsid w:val="006F3330"/>
    <w:rsid w:val="006F37B6"/>
    <w:rsid w:val="006F38BA"/>
    <w:rsid w:val="006F47C4"/>
    <w:rsid w:val="006F4BA5"/>
    <w:rsid w:val="006F4E35"/>
    <w:rsid w:val="006F679C"/>
    <w:rsid w:val="006F6A76"/>
    <w:rsid w:val="006F6C9C"/>
    <w:rsid w:val="006F7EB4"/>
    <w:rsid w:val="007004DD"/>
    <w:rsid w:val="00700BA1"/>
    <w:rsid w:val="007013BB"/>
    <w:rsid w:val="0070237B"/>
    <w:rsid w:val="00702487"/>
    <w:rsid w:val="00702E79"/>
    <w:rsid w:val="00702F85"/>
    <w:rsid w:val="007037A5"/>
    <w:rsid w:val="0070442D"/>
    <w:rsid w:val="00705476"/>
    <w:rsid w:val="00705B81"/>
    <w:rsid w:val="00705CB2"/>
    <w:rsid w:val="00705F8C"/>
    <w:rsid w:val="00706A51"/>
    <w:rsid w:val="00706FE5"/>
    <w:rsid w:val="00707413"/>
    <w:rsid w:val="00707691"/>
    <w:rsid w:val="0070782F"/>
    <w:rsid w:val="00707A11"/>
    <w:rsid w:val="00707F00"/>
    <w:rsid w:val="007104A1"/>
    <w:rsid w:val="00710557"/>
    <w:rsid w:val="00710D11"/>
    <w:rsid w:val="0071101D"/>
    <w:rsid w:val="007123A8"/>
    <w:rsid w:val="0071257A"/>
    <w:rsid w:val="0071280D"/>
    <w:rsid w:val="00712D5C"/>
    <w:rsid w:val="007135FC"/>
    <w:rsid w:val="0071424C"/>
    <w:rsid w:val="00715947"/>
    <w:rsid w:val="007173D8"/>
    <w:rsid w:val="00717599"/>
    <w:rsid w:val="0071779E"/>
    <w:rsid w:val="00717F4A"/>
    <w:rsid w:val="00717F5D"/>
    <w:rsid w:val="00721708"/>
    <w:rsid w:val="00722602"/>
    <w:rsid w:val="00722621"/>
    <w:rsid w:val="0072316A"/>
    <w:rsid w:val="007246CD"/>
    <w:rsid w:val="00725CD8"/>
    <w:rsid w:val="00727470"/>
    <w:rsid w:val="007275CC"/>
    <w:rsid w:val="00731D82"/>
    <w:rsid w:val="0073259C"/>
    <w:rsid w:val="007326A7"/>
    <w:rsid w:val="00733193"/>
    <w:rsid w:val="00733FDD"/>
    <w:rsid w:val="007340D3"/>
    <w:rsid w:val="0073437C"/>
    <w:rsid w:val="00734444"/>
    <w:rsid w:val="0073582E"/>
    <w:rsid w:val="00735CC6"/>
    <w:rsid w:val="00735D1A"/>
    <w:rsid w:val="00736063"/>
    <w:rsid w:val="00736886"/>
    <w:rsid w:val="00737D30"/>
    <w:rsid w:val="00737DAA"/>
    <w:rsid w:val="0074022D"/>
    <w:rsid w:val="00742293"/>
    <w:rsid w:val="00742306"/>
    <w:rsid w:val="007428C5"/>
    <w:rsid w:val="00744230"/>
    <w:rsid w:val="007447D9"/>
    <w:rsid w:val="00744A59"/>
    <w:rsid w:val="00745323"/>
    <w:rsid w:val="00745BC0"/>
    <w:rsid w:val="007460C0"/>
    <w:rsid w:val="00746C8A"/>
    <w:rsid w:val="00747AF9"/>
    <w:rsid w:val="00750457"/>
    <w:rsid w:val="00750B07"/>
    <w:rsid w:val="00750D7A"/>
    <w:rsid w:val="00751249"/>
    <w:rsid w:val="00751A01"/>
    <w:rsid w:val="0075218C"/>
    <w:rsid w:val="00754210"/>
    <w:rsid w:val="0075428A"/>
    <w:rsid w:val="007551C2"/>
    <w:rsid w:val="00755744"/>
    <w:rsid w:val="00757A3E"/>
    <w:rsid w:val="007626FD"/>
    <w:rsid w:val="0076315C"/>
    <w:rsid w:val="007655F7"/>
    <w:rsid w:val="00765BE5"/>
    <w:rsid w:val="00765CF4"/>
    <w:rsid w:val="00766400"/>
    <w:rsid w:val="00766750"/>
    <w:rsid w:val="00766933"/>
    <w:rsid w:val="00766BDA"/>
    <w:rsid w:val="00767C1D"/>
    <w:rsid w:val="00770158"/>
    <w:rsid w:val="007709BD"/>
    <w:rsid w:val="00770A21"/>
    <w:rsid w:val="0077137B"/>
    <w:rsid w:val="00771471"/>
    <w:rsid w:val="00772558"/>
    <w:rsid w:val="00772EBE"/>
    <w:rsid w:val="00772FD2"/>
    <w:rsid w:val="0077328D"/>
    <w:rsid w:val="00773505"/>
    <w:rsid w:val="00774004"/>
    <w:rsid w:val="00774D7D"/>
    <w:rsid w:val="00775B84"/>
    <w:rsid w:val="0077678C"/>
    <w:rsid w:val="00776D76"/>
    <w:rsid w:val="00777488"/>
    <w:rsid w:val="00780BE3"/>
    <w:rsid w:val="007837A9"/>
    <w:rsid w:val="00783D30"/>
    <w:rsid w:val="007841B7"/>
    <w:rsid w:val="007850B8"/>
    <w:rsid w:val="00786FA5"/>
    <w:rsid w:val="007875E9"/>
    <w:rsid w:val="00790B4C"/>
    <w:rsid w:val="007918C0"/>
    <w:rsid w:val="00791BCB"/>
    <w:rsid w:val="00791CB3"/>
    <w:rsid w:val="00792341"/>
    <w:rsid w:val="00793147"/>
    <w:rsid w:val="00793AB1"/>
    <w:rsid w:val="00794C0D"/>
    <w:rsid w:val="0079549B"/>
    <w:rsid w:val="007956DB"/>
    <w:rsid w:val="00795D8E"/>
    <w:rsid w:val="00796799"/>
    <w:rsid w:val="00796BA0"/>
    <w:rsid w:val="00797BF8"/>
    <w:rsid w:val="00797DBF"/>
    <w:rsid w:val="007A06B7"/>
    <w:rsid w:val="007A0B76"/>
    <w:rsid w:val="007A1187"/>
    <w:rsid w:val="007A1C1D"/>
    <w:rsid w:val="007A2D4A"/>
    <w:rsid w:val="007A3592"/>
    <w:rsid w:val="007A3836"/>
    <w:rsid w:val="007A4B5C"/>
    <w:rsid w:val="007A6951"/>
    <w:rsid w:val="007A6D08"/>
    <w:rsid w:val="007A6E0D"/>
    <w:rsid w:val="007A7FC2"/>
    <w:rsid w:val="007B0508"/>
    <w:rsid w:val="007B0B5B"/>
    <w:rsid w:val="007B0EAE"/>
    <w:rsid w:val="007B12F2"/>
    <w:rsid w:val="007B1638"/>
    <w:rsid w:val="007B1F33"/>
    <w:rsid w:val="007B363B"/>
    <w:rsid w:val="007B3691"/>
    <w:rsid w:val="007B3D2A"/>
    <w:rsid w:val="007B506F"/>
    <w:rsid w:val="007B53F8"/>
    <w:rsid w:val="007B557E"/>
    <w:rsid w:val="007B619A"/>
    <w:rsid w:val="007B7773"/>
    <w:rsid w:val="007C11B0"/>
    <w:rsid w:val="007C1FAA"/>
    <w:rsid w:val="007C25EB"/>
    <w:rsid w:val="007C3F90"/>
    <w:rsid w:val="007C43C1"/>
    <w:rsid w:val="007C4BAE"/>
    <w:rsid w:val="007C4E5A"/>
    <w:rsid w:val="007C4E93"/>
    <w:rsid w:val="007D016C"/>
    <w:rsid w:val="007D03B2"/>
    <w:rsid w:val="007D072C"/>
    <w:rsid w:val="007D1976"/>
    <w:rsid w:val="007D1E5D"/>
    <w:rsid w:val="007D269E"/>
    <w:rsid w:val="007D46FF"/>
    <w:rsid w:val="007D513F"/>
    <w:rsid w:val="007D5EDA"/>
    <w:rsid w:val="007D6242"/>
    <w:rsid w:val="007D6962"/>
    <w:rsid w:val="007D6FC3"/>
    <w:rsid w:val="007D7020"/>
    <w:rsid w:val="007E0FC7"/>
    <w:rsid w:val="007E152D"/>
    <w:rsid w:val="007E2012"/>
    <w:rsid w:val="007E2071"/>
    <w:rsid w:val="007E2D6F"/>
    <w:rsid w:val="007E35F2"/>
    <w:rsid w:val="007E3CCC"/>
    <w:rsid w:val="007E4096"/>
    <w:rsid w:val="007E420D"/>
    <w:rsid w:val="007E50A0"/>
    <w:rsid w:val="007E558D"/>
    <w:rsid w:val="007E6015"/>
    <w:rsid w:val="007E6147"/>
    <w:rsid w:val="007E6908"/>
    <w:rsid w:val="007E6D02"/>
    <w:rsid w:val="007E72C8"/>
    <w:rsid w:val="007F0663"/>
    <w:rsid w:val="007F0A48"/>
    <w:rsid w:val="007F0CEB"/>
    <w:rsid w:val="007F17FC"/>
    <w:rsid w:val="007F1DCD"/>
    <w:rsid w:val="007F1F14"/>
    <w:rsid w:val="007F215D"/>
    <w:rsid w:val="007F3716"/>
    <w:rsid w:val="007F4234"/>
    <w:rsid w:val="007F51BA"/>
    <w:rsid w:val="007F54FF"/>
    <w:rsid w:val="007F5BAD"/>
    <w:rsid w:val="007F7545"/>
    <w:rsid w:val="0080017B"/>
    <w:rsid w:val="008003CF"/>
    <w:rsid w:val="0080041D"/>
    <w:rsid w:val="008006CE"/>
    <w:rsid w:val="00800C0E"/>
    <w:rsid w:val="00802868"/>
    <w:rsid w:val="00804778"/>
    <w:rsid w:val="00804B71"/>
    <w:rsid w:val="00804EAF"/>
    <w:rsid w:val="00806A72"/>
    <w:rsid w:val="008101D7"/>
    <w:rsid w:val="00810546"/>
    <w:rsid w:val="00811E62"/>
    <w:rsid w:val="00811F2D"/>
    <w:rsid w:val="00812A97"/>
    <w:rsid w:val="00813CA5"/>
    <w:rsid w:val="008143DF"/>
    <w:rsid w:val="0081480C"/>
    <w:rsid w:val="00814D0C"/>
    <w:rsid w:val="00815FA4"/>
    <w:rsid w:val="00815FA8"/>
    <w:rsid w:val="00817712"/>
    <w:rsid w:val="00817DCF"/>
    <w:rsid w:val="00820ABE"/>
    <w:rsid w:val="0082296E"/>
    <w:rsid w:val="00822DFB"/>
    <w:rsid w:val="00822FF9"/>
    <w:rsid w:val="00823B3A"/>
    <w:rsid w:val="0082523D"/>
    <w:rsid w:val="0082624E"/>
    <w:rsid w:val="008265A6"/>
    <w:rsid w:val="008271C4"/>
    <w:rsid w:val="008272A5"/>
    <w:rsid w:val="00827A6D"/>
    <w:rsid w:val="00827F9B"/>
    <w:rsid w:val="008306D0"/>
    <w:rsid w:val="00830D98"/>
    <w:rsid w:val="00831A0D"/>
    <w:rsid w:val="00831B5B"/>
    <w:rsid w:val="008322B1"/>
    <w:rsid w:val="00832420"/>
    <w:rsid w:val="00834E36"/>
    <w:rsid w:val="00835240"/>
    <w:rsid w:val="008365D6"/>
    <w:rsid w:val="00837125"/>
    <w:rsid w:val="00837DAA"/>
    <w:rsid w:val="00840B28"/>
    <w:rsid w:val="008428CE"/>
    <w:rsid w:val="00842EFD"/>
    <w:rsid w:val="008433A9"/>
    <w:rsid w:val="00843ACF"/>
    <w:rsid w:val="0084425E"/>
    <w:rsid w:val="008448C2"/>
    <w:rsid w:val="008466FA"/>
    <w:rsid w:val="00847829"/>
    <w:rsid w:val="00847FC8"/>
    <w:rsid w:val="00851429"/>
    <w:rsid w:val="00853389"/>
    <w:rsid w:val="0085378A"/>
    <w:rsid w:val="00854C71"/>
    <w:rsid w:val="008554F5"/>
    <w:rsid w:val="00855D31"/>
    <w:rsid w:val="00855E4A"/>
    <w:rsid w:val="0085614C"/>
    <w:rsid w:val="008567EB"/>
    <w:rsid w:val="008576EA"/>
    <w:rsid w:val="00857B67"/>
    <w:rsid w:val="0086056F"/>
    <w:rsid w:val="00860CBA"/>
    <w:rsid w:val="00861249"/>
    <w:rsid w:val="00861377"/>
    <w:rsid w:val="0086171D"/>
    <w:rsid w:val="00861F3B"/>
    <w:rsid w:val="008621C9"/>
    <w:rsid w:val="0086350A"/>
    <w:rsid w:val="008636CF"/>
    <w:rsid w:val="00863C65"/>
    <w:rsid w:val="00864522"/>
    <w:rsid w:val="00865011"/>
    <w:rsid w:val="0086542E"/>
    <w:rsid w:val="00865525"/>
    <w:rsid w:val="00865D52"/>
    <w:rsid w:val="00866280"/>
    <w:rsid w:val="008668F8"/>
    <w:rsid w:val="00867CE7"/>
    <w:rsid w:val="00867FFA"/>
    <w:rsid w:val="0087027E"/>
    <w:rsid w:val="008704B1"/>
    <w:rsid w:val="00870501"/>
    <w:rsid w:val="0087100E"/>
    <w:rsid w:val="008714C7"/>
    <w:rsid w:val="00871E11"/>
    <w:rsid w:val="008721BD"/>
    <w:rsid w:val="008730E4"/>
    <w:rsid w:val="00873567"/>
    <w:rsid w:val="008738F6"/>
    <w:rsid w:val="00874E35"/>
    <w:rsid w:val="00875A99"/>
    <w:rsid w:val="00877254"/>
    <w:rsid w:val="0087779C"/>
    <w:rsid w:val="00877827"/>
    <w:rsid w:val="00877DDB"/>
    <w:rsid w:val="00877DFB"/>
    <w:rsid w:val="00882B15"/>
    <w:rsid w:val="00883615"/>
    <w:rsid w:val="0088362C"/>
    <w:rsid w:val="008849D6"/>
    <w:rsid w:val="00884BC9"/>
    <w:rsid w:val="00886C51"/>
    <w:rsid w:val="00886E9F"/>
    <w:rsid w:val="008871EF"/>
    <w:rsid w:val="008875FD"/>
    <w:rsid w:val="00887784"/>
    <w:rsid w:val="00890170"/>
    <w:rsid w:val="008902F6"/>
    <w:rsid w:val="008905B5"/>
    <w:rsid w:val="008908BA"/>
    <w:rsid w:val="008909DB"/>
    <w:rsid w:val="00890A6E"/>
    <w:rsid w:val="0089107E"/>
    <w:rsid w:val="0089179D"/>
    <w:rsid w:val="0089217E"/>
    <w:rsid w:val="008936C0"/>
    <w:rsid w:val="00893987"/>
    <w:rsid w:val="00894239"/>
    <w:rsid w:val="008943AD"/>
    <w:rsid w:val="0089492D"/>
    <w:rsid w:val="008961C4"/>
    <w:rsid w:val="008972C3"/>
    <w:rsid w:val="00897599"/>
    <w:rsid w:val="008A0CCE"/>
    <w:rsid w:val="008A1458"/>
    <w:rsid w:val="008A1C9A"/>
    <w:rsid w:val="008A2AE6"/>
    <w:rsid w:val="008A2AF3"/>
    <w:rsid w:val="008A2C4E"/>
    <w:rsid w:val="008A3060"/>
    <w:rsid w:val="008A30CA"/>
    <w:rsid w:val="008A3584"/>
    <w:rsid w:val="008A3D25"/>
    <w:rsid w:val="008A3FD3"/>
    <w:rsid w:val="008A50A3"/>
    <w:rsid w:val="008A5147"/>
    <w:rsid w:val="008A561D"/>
    <w:rsid w:val="008A59AF"/>
    <w:rsid w:val="008B0948"/>
    <w:rsid w:val="008B0DE2"/>
    <w:rsid w:val="008B1201"/>
    <w:rsid w:val="008B153E"/>
    <w:rsid w:val="008B1616"/>
    <w:rsid w:val="008B2FDF"/>
    <w:rsid w:val="008B49BB"/>
    <w:rsid w:val="008B62D0"/>
    <w:rsid w:val="008B7D4D"/>
    <w:rsid w:val="008C0057"/>
    <w:rsid w:val="008C0298"/>
    <w:rsid w:val="008C0DD1"/>
    <w:rsid w:val="008C17DE"/>
    <w:rsid w:val="008C193A"/>
    <w:rsid w:val="008C1E85"/>
    <w:rsid w:val="008C2792"/>
    <w:rsid w:val="008C2F74"/>
    <w:rsid w:val="008C3316"/>
    <w:rsid w:val="008C338A"/>
    <w:rsid w:val="008C468E"/>
    <w:rsid w:val="008C4EEC"/>
    <w:rsid w:val="008C5D96"/>
    <w:rsid w:val="008C6992"/>
    <w:rsid w:val="008C6E1E"/>
    <w:rsid w:val="008D0AFA"/>
    <w:rsid w:val="008D2253"/>
    <w:rsid w:val="008D2963"/>
    <w:rsid w:val="008D2AC0"/>
    <w:rsid w:val="008D3FFB"/>
    <w:rsid w:val="008D4D49"/>
    <w:rsid w:val="008D53A1"/>
    <w:rsid w:val="008D53DD"/>
    <w:rsid w:val="008D7007"/>
    <w:rsid w:val="008D788B"/>
    <w:rsid w:val="008D7AE3"/>
    <w:rsid w:val="008D7DE8"/>
    <w:rsid w:val="008E03FF"/>
    <w:rsid w:val="008E1C3B"/>
    <w:rsid w:val="008E2680"/>
    <w:rsid w:val="008E2A18"/>
    <w:rsid w:val="008E2C0E"/>
    <w:rsid w:val="008E43A3"/>
    <w:rsid w:val="008E4CB5"/>
    <w:rsid w:val="008E5D54"/>
    <w:rsid w:val="008E63B4"/>
    <w:rsid w:val="008E71A1"/>
    <w:rsid w:val="008F133F"/>
    <w:rsid w:val="008F1F4C"/>
    <w:rsid w:val="008F2854"/>
    <w:rsid w:val="008F389B"/>
    <w:rsid w:val="008F3EFE"/>
    <w:rsid w:val="008F4838"/>
    <w:rsid w:val="008F574D"/>
    <w:rsid w:val="008F5BC6"/>
    <w:rsid w:val="008F5F04"/>
    <w:rsid w:val="008F5FD9"/>
    <w:rsid w:val="008F666A"/>
    <w:rsid w:val="008F6837"/>
    <w:rsid w:val="008F6E53"/>
    <w:rsid w:val="008F72D3"/>
    <w:rsid w:val="0090150B"/>
    <w:rsid w:val="0090242D"/>
    <w:rsid w:val="009031C5"/>
    <w:rsid w:val="009043C7"/>
    <w:rsid w:val="00904DD7"/>
    <w:rsid w:val="00904FA6"/>
    <w:rsid w:val="009051D2"/>
    <w:rsid w:val="00905CCD"/>
    <w:rsid w:val="009065DA"/>
    <w:rsid w:val="0090689B"/>
    <w:rsid w:val="0090785A"/>
    <w:rsid w:val="009102FD"/>
    <w:rsid w:val="00910A74"/>
    <w:rsid w:val="00911738"/>
    <w:rsid w:val="009133F0"/>
    <w:rsid w:val="00913E41"/>
    <w:rsid w:val="00913E68"/>
    <w:rsid w:val="0091402B"/>
    <w:rsid w:val="00915EC4"/>
    <w:rsid w:val="009160D7"/>
    <w:rsid w:val="00916F6F"/>
    <w:rsid w:val="00917FE0"/>
    <w:rsid w:val="009202AF"/>
    <w:rsid w:val="009203C2"/>
    <w:rsid w:val="0092138C"/>
    <w:rsid w:val="009214CB"/>
    <w:rsid w:val="00921F79"/>
    <w:rsid w:val="00921F90"/>
    <w:rsid w:val="00922FA6"/>
    <w:rsid w:val="00923434"/>
    <w:rsid w:val="0092386B"/>
    <w:rsid w:val="00923D0B"/>
    <w:rsid w:val="0092578E"/>
    <w:rsid w:val="00926A43"/>
    <w:rsid w:val="00927131"/>
    <w:rsid w:val="00927746"/>
    <w:rsid w:val="009277D1"/>
    <w:rsid w:val="009314AC"/>
    <w:rsid w:val="009315F5"/>
    <w:rsid w:val="009316E1"/>
    <w:rsid w:val="00931A3D"/>
    <w:rsid w:val="00931B6F"/>
    <w:rsid w:val="009323A4"/>
    <w:rsid w:val="00933B3E"/>
    <w:rsid w:val="009367AF"/>
    <w:rsid w:val="009367BD"/>
    <w:rsid w:val="0093697F"/>
    <w:rsid w:val="00936F13"/>
    <w:rsid w:val="00941FC0"/>
    <w:rsid w:val="00942289"/>
    <w:rsid w:val="0094331F"/>
    <w:rsid w:val="0094382D"/>
    <w:rsid w:val="00945ACA"/>
    <w:rsid w:val="0094601F"/>
    <w:rsid w:val="009475BB"/>
    <w:rsid w:val="00947ACC"/>
    <w:rsid w:val="0095161A"/>
    <w:rsid w:val="0095178F"/>
    <w:rsid w:val="00952DD8"/>
    <w:rsid w:val="00952F43"/>
    <w:rsid w:val="00953122"/>
    <w:rsid w:val="00953FC2"/>
    <w:rsid w:val="00954718"/>
    <w:rsid w:val="0095503C"/>
    <w:rsid w:val="00956E78"/>
    <w:rsid w:val="00957086"/>
    <w:rsid w:val="0095778D"/>
    <w:rsid w:val="00960188"/>
    <w:rsid w:val="00960531"/>
    <w:rsid w:val="00960593"/>
    <w:rsid w:val="00961029"/>
    <w:rsid w:val="00961336"/>
    <w:rsid w:val="0096274F"/>
    <w:rsid w:val="00962949"/>
    <w:rsid w:val="009636FB"/>
    <w:rsid w:val="009639FD"/>
    <w:rsid w:val="009645A5"/>
    <w:rsid w:val="00964705"/>
    <w:rsid w:val="00965719"/>
    <w:rsid w:val="0096677D"/>
    <w:rsid w:val="009670CF"/>
    <w:rsid w:val="009671DF"/>
    <w:rsid w:val="009678CD"/>
    <w:rsid w:val="00967AE8"/>
    <w:rsid w:val="00967C08"/>
    <w:rsid w:val="009700CE"/>
    <w:rsid w:val="00970535"/>
    <w:rsid w:val="00972576"/>
    <w:rsid w:val="00972A1A"/>
    <w:rsid w:val="00972C82"/>
    <w:rsid w:val="00972EA9"/>
    <w:rsid w:val="00973383"/>
    <w:rsid w:val="00973698"/>
    <w:rsid w:val="00974BA5"/>
    <w:rsid w:val="0097592C"/>
    <w:rsid w:val="0097643F"/>
    <w:rsid w:val="00977774"/>
    <w:rsid w:val="00980169"/>
    <w:rsid w:val="00980433"/>
    <w:rsid w:val="00981065"/>
    <w:rsid w:val="00981C22"/>
    <w:rsid w:val="00982379"/>
    <w:rsid w:val="009826E9"/>
    <w:rsid w:val="00982B2D"/>
    <w:rsid w:val="00982F0D"/>
    <w:rsid w:val="0098485C"/>
    <w:rsid w:val="00984DDF"/>
    <w:rsid w:val="00984DFF"/>
    <w:rsid w:val="00985220"/>
    <w:rsid w:val="009855A7"/>
    <w:rsid w:val="009862E1"/>
    <w:rsid w:val="0098637F"/>
    <w:rsid w:val="0098718C"/>
    <w:rsid w:val="009904EE"/>
    <w:rsid w:val="00991091"/>
    <w:rsid w:val="009917D7"/>
    <w:rsid w:val="00991DEA"/>
    <w:rsid w:val="00991EE9"/>
    <w:rsid w:val="00992654"/>
    <w:rsid w:val="00993088"/>
    <w:rsid w:val="0099314B"/>
    <w:rsid w:val="00993F63"/>
    <w:rsid w:val="00994BD7"/>
    <w:rsid w:val="00995239"/>
    <w:rsid w:val="00997EF1"/>
    <w:rsid w:val="009A0C59"/>
    <w:rsid w:val="009A1D0B"/>
    <w:rsid w:val="009A1ECE"/>
    <w:rsid w:val="009A2717"/>
    <w:rsid w:val="009A285D"/>
    <w:rsid w:val="009A3313"/>
    <w:rsid w:val="009A4626"/>
    <w:rsid w:val="009A48F7"/>
    <w:rsid w:val="009A5A9D"/>
    <w:rsid w:val="009A6478"/>
    <w:rsid w:val="009A66C4"/>
    <w:rsid w:val="009A7142"/>
    <w:rsid w:val="009B0D2B"/>
    <w:rsid w:val="009B1639"/>
    <w:rsid w:val="009B2AAE"/>
    <w:rsid w:val="009B2B55"/>
    <w:rsid w:val="009B2ED1"/>
    <w:rsid w:val="009B4845"/>
    <w:rsid w:val="009B4EED"/>
    <w:rsid w:val="009B573D"/>
    <w:rsid w:val="009B64B6"/>
    <w:rsid w:val="009B68EF"/>
    <w:rsid w:val="009B6F7F"/>
    <w:rsid w:val="009B7202"/>
    <w:rsid w:val="009B732D"/>
    <w:rsid w:val="009C183B"/>
    <w:rsid w:val="009C191C"/>
    <w:rsid w:val="009C1BCF"/>
    <w:rsid w:val="009C3E86"/>
    <w:rsid w:val="009C4134"/>
    <w:rsid w:val="009C423C"/>
    <w:rsid w:val="009C4B91"/>
    <w:rsid w:val="009C5F57"/>
    <w:rsid w:val="009C6144"/>
    <w:rsid w:val="009C64BF"/>
    <w:rsid w:val="009C6E1A"/>
    <w:rsid w:val="009C6E3A"/>
    <w:rsid w:val="009C6E56"/>
    <w:rsid w:val="009C7D59"/>
    <w:rsid w:val="009C7FF3"/>
    <w:rsid w:val="009D2755"/>
    <w:rsid w:val="009D3766"/>
    <w:rsid w:val="009D399C"/>
    <w:rsid w:val="009D3A28"/>
    <w:rsid w:val="009D418B"/>
    <w:rsid w:val="009D4EDB"/>
    <w:rsid w:val="009D53FC"/>
    <w:rsid w:val="009D64B8"/>
    <w:rsid w:val="009D6D4B"/>
    <w:rsid w:val="009D6EC4"/>
    <w:rsid w:val="009D7CCA"/>
    <w:rsid w:val="009E05DA"/>
    <w:rsid w:val="009E11F3"/>
    <w:rsid w:val="009E1507"/>
    <w:rsid w:val="009E34F3"/>
    <w:rsid w:val="009E63A3"/>
    <w:rsid w:val="009E7724"/>
    <w:rsid w:val="009E7767"/>
    <w:rsid w:val="009E780B"/>
    <w:rsid w:val="009E794A"/>
    <w:rsid w:val="009E7AC3"/>
    <w:rsid w:val="009F03C3"/>
    <w:rsid w:val="009F0CCC"/>
    <w:rsid w:val="009F1AAF"/>
    <w:rsid w:val="009F2BF8"/>
    <w:rsid w:val="009F3E18"/>
    <w:rsid w:val="009F400B"/>
    <w:rsid w:val="009F4D9C"/>
    <w:rsid w:val="009F5508"/>
    <w:rsid w:val="009F5AFC"/>
    <w:rsid w:val="009F695D"/>
    <w:rsid w:val="009F74C3"/>
    <w:rsid w:val="009F7F30"/>
    <w:rsid w:val="00A00EDA"/>
    <w:rsid w:val="00A013F4"/>
    <w:rsid w:val="00A01CCF"/>
    <w:rsid w:val="00A029D6"/>
    <w:rsid w:val="00A02CE7"/>
    <w:rsid w:val="00A03D04"/>
    <w:rsid w:val="00A05309"/>
    <w:rsid w:val="00A056F8"/>
    <w:rsid w:val="00A05FB1"/>
    <w:rsid w:val="00A062EA"/>
    <w:rsid w:val="00A0657F"/>
    <w:rsid w:val="00A06F47"/>
    <w:rsid w:val="00A0719C"/>
    <w:rsid w:val="00A07511"/>
    <w:rsid w:val="00A077C4"/>
    <w:rsid w:val="00A10FC8"/>
    <w:rsid w:val="00A122FB"/>
    <w:rsid w:val="00A130B2"/>
    <w:rsid w:val="00A13455"/>
    <w:rsid w:val="00A13961"/>
    <w:rsid w:val="00A1485B"/>
    <w:rsid w:val="00A148EB"/>
    <w:rsid w:val="00A15493"/>
    <w:rsid w:val="00A16917"/>
    <w:rsid w:val="00A17F8D"/>
    <w:rsid w:val="00A22752"/>
    <w:rsid w:val="00A22C91"/>
    <w:rsid w:val="00A231E9"/>
    <w:rsid w:val="00A23706"/>
    <w:rsid w:val="00A23727"/>
    <w:rsid w:val="00A238CA"/>
    <w:rsid w:val="00A23DAF"/>
    <w:rsid w:val="00A26728"/>
    <w:rsid w:val="00A27B50"/>
    <w:rsid w:val="00A309EF"/>
    <w:rsid w:val="00A31F2E"/>
    <w:rsid w:val="00A320A2"/>
    <w:rsid w:val="00A32170"/>
    <w:rsid w:val="00A327DA"/>
    <w:rsid w:val="00A32F48"/>
    <w:rsid w:val="00A331EF"/>
    <w:rsid w:val="00A33557"/>
    <w:rsid w:val="00A33B74"/>
    <w:rsid w:val="00A33C14"/>
    <w:rsid w:val="00A34A08"/>
    <w:rsid w:val="00A34E01"/>
    <w:rsid w:val="00A34FA1"/>
    <w:rsid w:val="00A35075"/>
    <w:rsid w:val="00A36B9E"/>
    <w:rsid w:val="00A36F6F"/>
    <w:rsid w:val="00A371D2"/>
    <w:rsid w:val="00A37C4A"/>
    <w:rsid w:val="00A40393"/>
    <w:rsid w:val="00A404A0"/>
    <w:rsid w:val="00A405C2"/>
    <w:rsid w:val="00A40B8D"/>
    <w:rsid w:val="00A412CF"/>
    <w:rsid w:val="00A41B9F"/>
    <w:rsid w:val="00A41DCF"/>
    <w:rsid w:val="00A41EBD"/>
    <w:rsid w:val="00A42879"/>
    <w:rsid w:val="00A42E33"/>
    <w:rsid w:val="00A4302E"/>
    <w:rsid w:val="00A43F3A"/>
    <w:rsid w:val="00A4412E"/>
    <w:rsid w:val="00A452C2"/>
    <w:rsid w:val="00A45F0D"/>
    <w:rsid w:val="00A45FEE"/>
    <w:rsid w:val="00A46AF6"/>
    <w:rsid w:val="00A4701B"/>
    <w:rsid w:val="00A4774E"/>
    <w:rsid w:val="00A47914"/>
    <w:rsid w:val="00A509F9"/>
    <w:rsid w:val="00A50BB0"/>
    <w:rsid w:val="00A50D60"/>
    <w:rsid w:val="00A50E55"/>
    <w:rsid w:val="00A5322A"/>
    <w:rsid w:val="00A5452C"/>
    <w:rsid w:val="00A55D43"/>
    <w:rsid w:val="00A568E3"/>
    <w:rsid w:val="00A56AB8"/>
    <w:rsid w:val="00A576F6"/>
    <w:rsid w:val="00A6018B"/>
    <w:rsid w:val="00A6034D"/>
    <w:rsid w:val="00A60C4D"/>
    <w:rsid w:val="00A60F09"/>
    <w:rsid w:val="00A614B5"/>
    <w:rsid w:val="00A61830"/>
    <w:rsid w:val="00A619F3"/>
    <w:rsid w:val="00A62F07"/>
    <w:rsid w:val="00A63270"/>
    <w:rsid w:val="00A6372C"/>
    <w:rsid w:val="00A63F07"/>
    <w:rsid w:val="00A64011"/>
    <w:rsid w:val="00A6498D"/>
    <w:rsid w:val="00A660F2"/>
    <w:rsid w:val="00A661F6"/>
    <w:rsid w:val="00A66222"/>
    <w:rsid w:val="00A66560"/>
    <w:rsid w:val="00A67B82"/>
    <w:rsid w:val="00A67F55"/>
    <w:rsid w:val="00A705BF"/>
    <w:rsid w:val="00A70851"/>
    <w:rsid w:val="00A70BDB"/>
    <w:rsid w:val="00A712D5"/>
    <w:rsid w:val="00A7132C"/>
    <w:rsid w:val="00A739EC"/>
    <w:rsid w:val="00A75936"/>
    <w:rsid w:val="00A7688A"/>
    <w:rsid w:val="00A77719"/>
    <w:rsid w:val="00A80F77"/>
    <w:rsid w:val="00A81D08"/>
    <w:rsid w:val="00A82AE4"/>
    <w:rsid w:val="00A83ED9"/>
    <w:rsid w:val="00A84C27"/>
    <w:rsid w:val="00A85085"/>
    <w:rsid w:val="00A8513D"/>
    <w:rsid w:val="00A85565"/>
    <w:rsid w:val="00A868FF"/>
    <w:rsid w:val="00A86F19"/>
    <w:rsid w:val="00A87847"/>
    <w:rsid w:val="00A87E4D"/>
    <w:rsid w:val="00A90914"/>
    <w:rsid w:val="00A92615"/>
    <w:rsid w:val="00A93B73"/>
    <w:rsid w:val="00A94DCF"/>
    <w:rsid w:val="00A9545F"/>
    <w:rsid w:val="00A95DA1"/>
    <w:rsid w:val="00A95F19"/>
    <w:rsid w:val="00A964F7"/>
    <w:rsid w:val="00A967D6"/>
    <w:rsid w:val="00A96A6F"/>
    <w:rsid w:val="00A97BA8"/>
    <w:rsid w:val="00AA0105"/>
    <w:rsid w:val="00AA0619"/>
    <w:rsid w:val="00AA0B0D"/>
    <w:rsid w:val="00AA167C"/>
    <w:rsid w:val="00AA170C"/>
    <w:rsid w:val="00AA1D5E"/>
    <w:rsid w:val="00AA2FEF"/>
    <w:rsid w:val="00AA4552"/>
    <w:rsid w:val="00AA538B"/>
    <w:rsid w:val="00AA5A39"/>
    <w:rsid w:val="00AA6484"/>
    <w:rsid w:val="00AA7CD9"/>
    <w:rsid w:val="00AA7E85"/>
    <w:rsid w:val="00AA7F54"/>
    <w:rsid w:val="00AB09DF"/>
    <w:rsid w:val="00AB10CB"/>
    <w:rsid w:val="00AB1743"/>
    <w:rsid w:val="00AB1812"/>
    <w:rsid w:val="00AB3269"/>
    <w:rsid w:val="00AB3FE7"/>
    <w:rsid w:val="00AB4354"/>
    <w:rsid w:val="00AB4A50"/>
    <w:rsid w:val="00AB4DA3"/>
    <w:rsid w:val="00AB5131"/>
    <w:rsid w:val="00AB52AB"/>
    <w:rsid w:val="00AB5B62"/>
    <w:rsid w:val="00AB6482"/>
    <w:rsid w:val="00AB7162"/>
    <w:rsid w:val="00AC0770"/>
    <w:rsid w:val="00AC1C69"/>
    <w:rsid w:val="00AC3137"/>
    <w:rsid w:val="00AC327B"/>
    <w:rsid w:val="00AC3299"/>
    <w:rsid w:val="00AC3856"/>
    <w:rsid w:val="00AC3B72"/>
    <w:rsid w:val="00AC44CF"/>
    <w:rsid w:val="00AC46FD"/>
    <w:rsid w:val="00AC58D5"/>
    <w:rsid w:val="00AC64D1"/>
    <w:rsid w:val="00AC66D5"/>
    <w:rsid w:val="00AC728C"/>
    <w:rsid w:val="00AC7301"/>
    <w:rsid w:val="00AD083E"/>
    <w:rsid w:val="00AD1B38"/>
    <w:rsid w:val="00AD2CAF"/>
    <w:rsid w:val="00AD2D35"/>
    <w:rsid w:val="00AD2F99"/>
    <w:rsid w:val="00AD3F88"/>
    <w:rsid w:val="00AD4028"/>
    <w:rsid w:val="00AD56F6"/>
    <w:rsid w:val="00AD60CA"/>
    <w:rsid w:val="00AD6748"/>
    <w:rsid w:val="00AD72C5"/>
    <w:rsid w:val="00AD7529"/>
    <w:rsid w:val="00AD7538"/>
    <w:rsid w:val="00AE00A0"/>
    <w:rsid w:val="00AE0756"/>
    <w:rsid w:val="00AE0C15"/>
    <w:rsid w:val="00AE12A9"/>
    <w:rsid w:val="00AE1F69"/>
    <w:rsid w:val="00AE2713"/>
    <w:rsid w:val="00AE3B7B"/>
    <w:rsid w:val="00AE5A6F"/>
    <w:rsid w:val="00AE6DE1"/>
    <w:rsid w:val="00AE6E11"/>
    <w:rsid w:val="00AE705D"/>
    <w:rsid w:val="00AF0321"/>
    <w:rsid w:val="00AF0D10"/>
    <w:rsid w:val="00AF1EDF"/>
    <w:rsid w:val="00AF2C05"/>
    <w:rsid w:val="00AF308F"/>
    <w:rsid w:val="00AF30AC"/>
    <w:rsid w:val="00AF37CE"/>
    <w:rsid w:val="00AF3839"/>
    <w:rsid w:val="00AF3AE8"/>
    <w:rsid w:val="00AF3B10"/>
    <w:rsid w:val="00AF4324"/>
    <w:rsid w:val="00AF49CC"/>
    <w:rsid w:val="00AF4C92"/>
    <w:rsid w:val="00AF5573"/>
    <w:rsid w:val="00AF5DE8"/>
    <w:rsid w:val="00AF5EBA"/>
    <w:rsid w:val="00AF6222"/>
    <w:rsid w:val="00AF7099"/>
    <w:rsid w:val="00AF722D"/>
    <w:rsid w:val="00B005EF"/>
    <w:rsid w:val="00B018A9"/>
    <w:rsid w:val="00B01D62"/>
    <w:rsid w:val="00B023B6"/>
    <w:rsid w:val="00B0358B"/>
    <w:rsid w:val="00B0427C"/>
    <w:rsid w:val="00B048E0"/>
    <w:rsid w:val="00B04953"/>
    <w:rsid w:val="00B05128"/>
    <w:rsid w:val="00B05B6E"/>
    <w:rsid w:val="00B0656E"/>
    <w:rsid w:val="00B06607"/>
    <w:rsid w:val="00B06977"/>
    <w:rsid w:val="00B1005F"/>
    <w:rsid w:val="00B1086C"/>
    <w:rsid w:val="00B11A2E"/>
    <w:rsid w:val="00B11D96"/>
    <w:rsid w:val="00B12E72"/>
    <w:rsid w:val="00B1357F"/>
    <w:rsid w:val="00B1406D"/>
    <w:rsid w:val="00B140A0"/>
    <w:rsid w:val="00B15634"/>
    <w:rsid w:val="00B15C72"/>
    <w:rsid w:val="00B164A7"/>
    <w:rsid w:val="00B171E6"/>
    <w:rsid w:val="00B17C30"/>
    <w:rsid w:val="00B20691"/>
    <w:rsid w:val="00B20C8F"/>
    <w:rsid w:val="00B228E5"/>
    <w:rsid w:val="00B23A83"/>
    <w:rsid w:val="00B23C9B"/>
    <w:rsid w:val="00B23D97"/>
    <w:rsid w:val="00B23F30"/>
    <w:rsid w:val="00B242E9"/>
    <w:rsid w:val="00B24793"/>
    <w:rsid w:val="00B250E8"/>
    <w:rsid w:val="00B25AF2"/>
    <w:rsid w:val="00B25B79"/>
    <w:rsid w:val="00B26B47"/>
    <w:rsid w:val="00B26B4E"/>
    <w:rsid w:val="00B270EC"/>
    <w:rsid w:val="00B27222"/>
    <w:rsid w:val="00B279F0"/>
    <w:rsid w:val="00B308BA"/>
    <w:rsid w:val="00B31145"/>
    <w:rsid w:val="00B31C43"/>
    <w:rsid w:val="00B320AD"/>
    <w:rsid w:val="00B32C08"/>
    <w:rsid w:val="00B330C0"/>
    <w:rsid w:val="00B33196"/>
    <w:rsid w:val="00B3386B"/>
    <w:rsid w:val="00B34EB6"/>
    <w:rsid w:val="00B3533D"/>
    <w:rsid w:val="00B3545F"/>
    <w:rsid w:val="00B35615"/>
    <w:rsid w:val="00B358AF"/>
    <w:rsid w:val="00B3607A"/>
    <w:rsid w:val="00B36B97"/>
    <w:rsid w:val="00B36E45"/>
    <w:rsid w:val="00B37369"/>
    <w:rsid w:val="00B37424"/>
    <w:rsid w:val="00B405B7"/>
    <w:rsid w:val="00B405BA"/>
    <w:rsid w:val="00B40FF4"/>
    <w:rsid w:val="00B41291"/>
    <w:rsid w:val="00B42477"/>
    <w:rsid w:val="00B42A0D"/>
    <w:rsid w:val="00B42D6C"/>
    <w:rsid w:val="00B431EF"/>
    <w:rsid w:val="00B43569"/>
    <w:rsid w:val="00B44091"/>
    <w:rsid w:val="00B44F49"/>
    <w:rsid w:val="00B45D10"/>
    <w:rsid w:val="00B462EF"/>
    <w:rsid w:val="00B466B1"/>
    <w:rsid w:val="00B46951"/>
    <w:rsid w:val="00B47037"/>
    <w:rsid w:val="00B4760C"/>
    <w:rsid w:val="00B47907"/>
    <w:rsid w:val="00B50298"/>
    <w:rsid w:val="00B50EAD"/>
    <w:rsid w:val="00B513E9"/>
    <w:rsid w:val="00B51777"/>
    <w:rsid w:val="00B523C7"/>
    <w:rsid w:val="00B528B7"/>
    <w:rsid w:val="00B53836"/>
    <w:rsid w:val="00B539F8"/>
    <w:rsid w:val="00B54403"/>
    <w:rsid w:val="00B5460B"/>
    <w:rsid w:val="00B55074"/>
    <w:rsid w:val="00B55265"/>
    <w:rsid w:val="00B565DD"/>
    <w:rsid w:val="00B568EC"/>
    <w:rsid w:val="00B60F32"/>
    <w:rsid w:val="00B620EA"/>
    <w:rsid w:val="00B62BBD"/>
    <w:rsid w:val="00B63101"/>
    <w:rsid w:val="00B639D8"/>
    <w:rsid w:val="00B649F8"/>
    <w:rsid w:val="00B65856"/>
    <w:rsid w:val="00B700A0"/>
    <w:rsid w:val="00B70A01"/>
    <w:rsid w:val="00B70CFA"/>
    <w:rsid w:val="00B71E10"/>
    <w:rsid w:val="00B7245A"/>
    <w:rsid w:val="00B7250E"/>
    <w:rsid w:val="00B72A9B"/>
    <w:rsid w:val="00B73ADD"/>
    <w:rsid w:val="00B73F12"/>
    <w:rsid w:val="00B7405A"/>
    <w:rsid w:val="00B75052"/>
    <w:rsid w:val="00B758EA"/>
    <w:rsid w:val="00B75AE2"/>
    <w:rsid w:val="00B75FB1"/>
    <w:rsid w:val="00B76686"/>
    <w:rsid w:val="00B77E44"/>
    <w:rsid w:val="00B80456"/>
    <w:rsid w:val="00B805A2"/>
    <w:rsid w:val="00B80AAE"/>
    <w:rsid w:val="00B81852"/>
    <w:rsid w:val="00B819E7"/>
    <w:rsid w:val="00B82ECF"/>
    <w:rsid w:val="00B83308"/>
    <w:rsid w:val="00B8375A"/>
    <w:rsid w:val="00B838A2"/>
    <w:rsid w:val="00B83A8F"/>
    <w:rsid w:val="00B83B75"/>
    <w:rsid w:val="00B83D64"/>
    <w:rsid w:val="00B841A5"/>
    <w:rsid w:val="00B8458E"/>
    <w:rsid w:val="00B84FDA"/>
    <w:rsid w:val="00B8564E"/>
    <w:rsid w:val="00B85D43"/>
    <w:rsid w:val="00B862EB"/>
    <w:rsid w:val="00B86A65"/>
    <w:rsid w:val="00B87D77"/>
    <w:rsid w:val="00B87E7C"/>
    <w:rsid w:val="00B910FA"/>
    <w:rsid w:val="00B91336"/>
    <w:rsid w:val="00B9133F"/>
    <w:rsid w:val="00B915AC"/>
    <w:rsid w:val="00B91D5C"/>
    <w:rsid w:val="00B9222B"/>
    <w:rsid w:val="00B92919"/>
    <w:rsid w:val="00B93BD3"/>
    <w:rsid w:val="00B95001"/>
    <w:rsid w:val="00B951AB"/>
    <w:rsid w:val="00B95517"/>
    <w:rsid w:val="00B9696E"/>
    <w:rsid w:val="00B97284"/>
    <w:rsid w:val="00BA0348"/>
    <w:rsid w:val="00BA18CC"/>
    <w:rsid w:val="00BA1B70"/>
    <w:rsid w:val="00BA2E67"/>
    <w:rsid w:val="00BA3760"/>
    <w:rsid w:val="00BA3980"/>
    <w:rsid w:val="00BA433B"/>
    <w:rsid w:val="00BA48B0"/>
    <w:rsid w:val="00BA4A0C"/>
    <w:rsid w:val="00BA55BB"/>
    <w:rsid w:val="00BA5C5E"/>
    <w:rsid w:val="00BA63D8"/>
    <w:rsid w:val="00BA6787"/>
    <w:rsid w:val="00BA76AA"/>
    <w:rsid w:val="00BA7B45"/>
    <w:rsid w:val="00BB0F86"/>
    <w:rsid w:val="00BB1131"/>
    <w:rsid w:val="00BB1501"/>
    <w:rsid w:val="00BB1B48"/>
    <w:rsid w:val="00BB3696"/>
    <w:rsid w:val="00BB45E7"/>
    <w:rsid w:val="00BB4851"/>
    <w:rsid w:val="00BB4E16"/>
    <w:rsid w:val="00BB4F14"/>
    <w:rsid w:val="00BB4F56"/>
    <w:rsid w:val="00BB5669"/>
    <w:rsid w:val="00BB5DAD"/>
    <w:rsid w:val="00BB657C"/>
    <w:rsid w:val="00BB6B3D"/>
    <w:rsid w:val="00BB6D1A"/>
    <w:rsid w:val="00BB76A2"/>
    <w:rsid w:val="00BB7AD3"/>
    <w:rsid w:val="00BB7B96"/>
    <w:rsid w:val="00BB7C1F"/>
    <w:rsid w:val="00BC1DE7"/>
    <w:rsid w:val="00BC22C0"/>
    <w:rsid w:val="00BC24C7"/>
    <w:rsid w:val="00BC2BD7"/>
    <w:rsid w:val="00BC2CE4"/>
    <w:rsid w:val="00BC2D81"/>
    <w:rsid w:val="00BC2F31"/>
    <w:rsid w:val="00BC30E9"/>
    <w:rsid w:val="00BC324E"/>
    <w:rsid w:val="00BC3737"/>
    <w:rsid w:val="00BC4030"/>
    <w:rsid w:val="00BC5E89"/>
    <w:rsid w:val="00BC6DC1"/>
    <w:rsid w:val="00BC7DDF"/>
    <w:rsid w:val="00BD01AE"/>
    <w:rsid w:val="00BD09A0"/>
    <w:rsid w:val="00BD20CC"/>
    <w:rsid w:val="00BD20D2"/>
    <w:rsid w:val="00BD23D6"/>
    <w:rsid w:val="00BD365C"/>
    <w:rsid w:val="00BD3AEE"/>
    <w:rsid w:val="00BD3FB6"/>
    <w:rsid w:val="00BD5DF2"/>
    <w:rsid w:val="00BD6551"/>
    <w:rsid w:val="00BD7A21"/>
    <w:rsid w:val="00BD7B99"/>
    <w:rsid w:val="00BD7FE7"/>
    <w:rsid w:val="00BE0158"/>
    <w:rsid w:val="00BE020E"/>
    <w:rsid w:val="00BE086D"/>
    <w:rsid w:val="00BE097B"/>
    <w:rsid w:val="00BE0F6E"/>
    <w:rsid w:val="00BE146E"/>
    <w:rsid w:val="00BE14AB"/>
    <w:rsid w:val="00BE1DA7"/>
    <w:rsid w:val="00BE1E3F"/>
    <w:rsid w:val="00BE23D0"/>
    <w:rsid w:val="00BE2C60"/>
    <w:rsid w:val="00BE4D4E"/>
    <w:rsid w:val="00BE59C9"/>
    <w:rsid w:val="00BE7139"/>
    <w:rsid w:val="00BF0294"/>
    <w:rsid w:val="00BF0906"/>
    <w:rsid w:val="00BF109E"/>
    <w:rsid w:val="00BF16C0"/>
    <w:rsid w:val="00BF1AED"/>
    <w:rsid w:val="00BF2F02"/>
    <w:rsid w:val="00BF2F61"/>
    <w:rsid w:val="00BF387A"/>
    <w:rsid w:val="00BF3C2D"/>
    <w:rsid w:val="00BF5FCF"/>
    <w:rsid w:val="00BF68B9"/>
    <w:rsid w:val="00BF6E1A"/>
    <w:rsid w:val="00C005C5"/>
    <w:rsid w:val="00C01052"/>
    <w:rsid w:val="00C02505"/>
    <w:rsid w:val="00C0279E"/>
    <w:rsid w:val="00C05A1E"/>
    <w:rsid w:val="00C05DA9"/>
    <w:rsid w:val="00C061AC"/>
    <w:rsid w:val="00C066DE"/>
    <w:rsid w:val="00C06BAA"/>
    <w:rsid w:val="00C076C3"/>
    <w:rsid w:val="00C1082A"/>
    <w:rsid w:val="00C10A41"/>
    <w:rsid w:val="00C11AF1"/>
    <w:rsid w:val="00C11FC0"/>
    <w:rsid w:val="00C1235D"/>
    <w:rsid w:val="00C12438"/>
    <w:rsid w:val="00C12992"/>
    <w:rsid w:val="00C12A7F"/>
    <w:rsid w:val="00C1327D"/>
    <w:rsid w:val="00C1332F"/>
    <w:rsid w:val="00C14ADE"/>
    <w:rsid w:val="00C159DE"/>
    <w:rsid w:val="00C15BBD"/>
    <w:rsid w:val="00C16659"/>
    <w:rsid w:val="00C169D8"/>
    <w:rsid w:val="00C16B2C"/>
    <w:rsid w:val="00C16CC8"/>
    <w:rsid w:val="00C1730F"/>
    <w:rsid w:val="00C20123"/>
    <w:rsid w:val="00C20F9F"/>
    <w:rsid w:val="00C21BEA"/>
    <w:rsid w:val="00C22485"/>
    <w:rsid w:val="00C2294B"/>
    <w:rsid w:val="00C238F2"/>
    <w:rsid w:val="00C240A2"/>
    <w:rsid w:val="00C2448A"/>
    <w:rsid w:val="00C25A39"/>
    <w:rsid w:val="00C25EF6"/>
    <w:rsid w:val="00C26562"/>
    <w:rsid w:val="00C26B78"/>
    <w:rsid w:val="00C270C2"/>
    <w:rsid w:val="00C27573"/>
    <w:rsid w:val="00C316F7"/>
    <w:rsid w:val="00C31C4F"/>
    <w:rsid w:val="00C340B0"/>
    <w:rsid w:val="00C34DBD"/>
    <w:rsid w:val="00C34F3E"/>
    <w:rsid w:val="00C354EE"/>
    <w:rsid w:val="00C35922"/>
    <w:rsid w:val="00C35C74"/>
    <w:rsid w:val="00C4096A"/>
    <w:rsid w:val="00C40B30"/>
    <w:rsid w:val="00C410B4"/>
    <w:rsid w:val="00C4134B"/>
    <w:rsid w:val="00C418DF"/>
    <w:rsid w:val="00C428B5"/>
    <w:rsid w:val="00C43817"/>
    <w:rsid w:val="00C448CE"/>
    <w:rsid w:val="00C457E5"/>
    <w:rsid w:val="00C45A24"/>
    <w:rsid w:val="00C45B42"/>
    <w:rsid w:val="00C45CEC"/>
    <w:rsid w:val="00C46387"/>
    <w:rsid w:val="00C4657B"/>
    <w:rsid w:val="00C4695C"/>
    <w:rsid w:val="00C47D7C"/>
    <w:rsid w:val="00C47FB8"/>
    <w:rsid w:val="00C50902"/>
    <w:rsid w:val="00C5165A"/>
    <w:rsid w:val="00C51CB2"/>
    <w:rsid w:val="00C51D3B"/>
    <w:rsid w:val="00C5391A"/>
    <w:rsid w:val="00C548E0"/>
    <w:rsid w:val="00C54B44"/>
    <w:rsid w:val="00C555D2"/>
    <w:rsid w:val="00C5664A"/>
    <w:rsid w:val="00C57926"/>
    <w:rsid w:val="00C57B0F"/>
    <w:rsid w:val="00C605BA"/>
    <w:rsid w:val="00C60D7E"/>
    <w:rsid w:val="00C6431D"/>
    <w:rsid w:val="00C65412"/>
    <w:rsid w:val="00C65CD0"/>
    <w:rsid w:val="00C662B2"/>
    <w:rsid w:val="00C66CD0"/>
    <w:rsid w:val="00C670D2"/>
    <w:rsid w:val="00C67F31"/>
    <w:rsid w:val="00C702DD"/>
    <w:rsid w:val="00C70AA9"/>
    <w:rsid w:val="00C70C72"/>
    <w:rsid w:val="00C7115F"/>
    <w:rsid w:val="00C71F53"/>
    <w:rsid w:val="00C72098"/>
    <w:rsid w:val="00C721BF"/>
    <w:rsid w:val="00C722A4"/>
    <w:rsid w:val="00C729DB"/>
    <w:rsid w:val="00C7300E"/>
    <w:rsid w:val="00C73337"/>
    <w:rsid w:val="00C736DF"/>
    <w:rsid w:val="00C737B8"/>
    <w:rsid w:val="00C738B7"/>
    <w:rsid w:val="00C73E29"/>
    <w:rsid w:val="00C74697"/>
    <w:rsid w:val="00C74BBB"/>
    <w:rsid w:val="00C751B5"/>
    <w:rsid w:val="00C75959"/>
    <w:rsid w:val="00C75B08"/>
    <w:rsid w:val="00C76F14"/>
    <w:rsid w:val="00C777A0"/>
    <w:rsid w:val="00C80D0E"/>
    <w:rsid w:val="00C81A87"/>
    <w:rsid w:val="00C81AD1"/>
    <w:rsid w:val="00C81E93"/>
    <w:rsid w:val="00C8204B"/>
    <w:rsid w:val="00C82469"/>
    <w:rsid w:val="00C8316A"/>
    <w:rsid w:val="00C8492C"/>
    <w:rsid w:val="00C84D69"/>
    <w:rsid w:val="00C84FE1"/>
    <w:rsid w:val="00C852A3"/>
    <w:rsid w:val="00C85E3A"/>
    <w:rsid w:val="00C8696F"/>
    <w:rsid w:val="00C87456"/>
    <w:rsid w:val="00C900EC"/>
    <w:rsid w:val="00C901F2"/>
    <w:rsid w:val="00C90354"/>
    <w:rsid w:val="00C919E9"/>
    <w:rsid w:val="00C91C33"/>
    <w:rsid w:val="00C9278D"/>
    <w:rsid w:val="00C92931"/>
    <w:rsid w:val="00C933D4"/>
    <w:rsid w:val="00C93A08"/>
    <w:rsid w:val="00C93AB6"/>
    <w:rsid w:val="00C94675"/>
    <w:rsid w:val="00C9588A"/>
    <w:rsid w:val="00C97705"/>
    <w:rsid w:val="00C97DE1"/>
    <w:rsid w:val="00CA0E1D"/>
    <w:rsid w:val="00CA1954"/>
    <w:rsid w:val="00CA1B8E"/>
    <w:rsid w:val="00CA1D3B"/>
    <w:rsid w:val="00CA29D3"/>
    <w:rsid w:val="00CA3C0F"/>
    <w:rsid w:val="00CA4656"/>
    <w:rsid w:val="00CA4976"/>
    <w:rsid w:val="00CA50CC"/>
    <w:rsid w:val="00CA7095"/>
    <w:rsid w:val="00CB01D7"/>
    <w:rsid w:val="00CB0ACB"/>
    <w:rsid w:val="00CB10C3"/>
    <w:rsid w:val="00CB199E"/>
    <w:rsid w:val="00CB1B53"/>
    <w:rsid w:val="00CB2AB8"/>
    <w:rsid w:val="00CB2E27"/>
    <w:rsid w:val="00CB3F9C"/>
    <w:rsid w:val="00CB4C8E"/>
    <w:rsid w:val="00CB6487"/>
    <w:rsid w:val="00CB6630"/>
    <w:rsid w:val="00CB666A"/>
    <w:rsid w:val="00CB6F41"/>
    <w:rsid w:val="00CB78D4"/>
    <w:rsid w:val="00CC0541"/>
    <w:rsid w:val="00CC13B2"/>
    <w:rsid w:val="00CC1EEE"/>
    <w:rsid w:val="00CC20DE"/>
    <w:rsid w:val="00CC3C4B"/>
    <w:rsid w:val="00CC452D"/>
    <w:rsid w:val="00CC5C89"/>
    <w:rsid w:val="00CC609B"/>
    <w:rsid w:val="00CC659F"/>
    <w:rsid w:val="00CD0C1F"/>
    <w:rsid w:val="00CD15CE"/>
    <w:rsid w:val="00CD28CF"/>
    <w:rsid w:val="00CD34B4"/>
    <w:rsid w:val="00CD368A"/>
    <w:rsid w:val="00CD3D0D"/>
    <w:rsid w:val="00CD4051"/>
    <w:rsid w:val="00CD41CC"/>
    <w:rsid w:val="00CD4F20"/>
    <w:rsid w:val="00CD5260"/>
    <w:rsid w:val="00CD562B"/>
    <w:rsid w:val="00CD5C72"/>
    <w:rsid w:val="00CD5E49"/>
    <w:rsid w:val="00CD7396"/>
    <w:rsid w:val="00CD7FE5"/>
    <w:rsid w:val="00CE0090"/>
    <w:rsid w:val="00CE088F"/>
    <w:rsid w:val="00CE09C7"/>
    <w:rsid w:val="00CE10D0"/>
    <w:rsid w:val="00CE2D76"/>
    <w:rsid w:val="00CE329E"/>
    <w:rsid w:val="00CE3461"/>
    <w:rsid w:val="00CE35EB"/>
    <w:rsid w:val="00CE49A8"/>
    <w:rsid w:val="00CE4E2F"/>
    <w:rsid w:val="00CE51B3"/>
    <w:rsid w:val="00CE6CB1"/>
    <w:rsid w:val="00CE7B23"/>
    <w:rsid w:val="00CF06B8"/>
    <w:rsid w:val="00CF16CC"/>
    <w:rsid w:val="00CF1A79"/>
    <w:rsid w:val="00CF2923"/>
    <w:rsid w:val="00CF2E45"/>
    <w:rsid w:val="00CF2F77"/>
    <w:rsid w:val="00CF311C"/>
    <w:rsid w:val="00CF5763"/>
    <w:rsid w:val="00CF67C4"/>
    <w:rsid w:val="00CF6AC6"/>
    <w:rsid w:val="00CF731E"/>
    <w:rsid w:val="00D001BF"/>
    <w:rsid w:val="00D00415"/>
    <w:rsid w:val="00D00B2D"/>
    <w:rsid w:val="00D00D52"/>
    <w:rsid w:val="00D00E35"/>
    <w:rsid w:val="00D01920"/>
    <w:rsid w:val="00D053C0"/>
    <w:rsid w:val="00D06269"/>
    <w:rsid w:val="00D06338"/>
    <w:rsid w:val="00D10162"/>
    <w:rsid w:val="00D11ADC"/>
    <w:rsid w:val="00D12364"/>
    <w:rsid w:val="00D133D5"/>
    <w:rsid w:val="00D13D59"/>
    <w:rsid w:val="00D13FDF"/>
    <w:rsid w:val="00D14819"/>
    <w:rsid w:val="00D14B92"/>
    <w:rsid w:val="00D14D4A"/>
    <w:rsid w:val="00D150F8"/>
    <w:rsid w:val="00D153E8"/>
    <w:rsid w:val="00D15CC2"/>
    <w:rsid w:val="00D15DBA"/>
    <w:rsid w:val="00D16B1E"/>
    <w:rsid w:val="00D16B4C"/>
    <w:rsid w:val="00D1728C"/>
    <w:rsid w:val="00D1746E"/>
    <w:rsid w:val="00D20081"/>
    <w:rsid w:val="00D21111"/>
    <w:rsid w:val="00D23258"/>
    <w:rsid w:val="00D233C5"/>
    <w:rsid w:val="00D23B75"/>
    <w:rsid w:val="00D24CB3"/>
    <w:rsid w:val="00D24FC8"/>
    <w:rsid w:val="00D2632A"/>
    <w:rsid w:val="00D268CD"/>
    <w:rsid w:val="00D27281"/>
    <w:rsid w:val="00D27697"/>
    <w:rsid w:val="00D305C1"/>
    <w:rsid w:val="00D30E30"/>
    <w:rsid w:val="00D31C11"/>
    <w:rsid w:val="00D32D76"/>
    <w:rsid w:val="00D331DD"/>
    <w:rsid w:val="00D33574"/>
    <w:rsid w:val="00D33E27"/>
    <w:rsid w:val="00D35A3E"/>
    <w:rsid w:val="00D36D87"/>
    <w:rsid w:val="00D36F5C"/>
    <w:rsid w:val="00D36F7E"/>
    <w:rsid w:val="00D3721B"/>
    <w:rsid w:val="00D40540"/>
    <w:rsid w:val="00D40912"/>
    <w:rsid w:val="00D40D6C"/>
    <w:rsid w:val="00D40DFD"/>
    <w:rsid w:val="00D425D8"/>
    <w:rsid w:val="00D43108"/>
    <w:rsid w:val="00D43391"/>
    <w:rsid w:val="00D4373F"/>
    <w:rsid w:val="00D448C3"/>
    <w:rsid w:val="00D44A63"/>
    <w:rsid w:val="00D45799"/>
    <w:rsid w:val="00D45F9A"/>
    <w:rsid w:val="00D45FEC"/>
    <w:rsid w:val="00D46A51"/>
    <w:rsid w:val="00D477FD"/>
    <w:rsid w:val="00D50111"/>
    <w:rsid w:val="00D507CF"/>
    <w:rsid w:val="00D50DEB"/>
    <w:rsid w:val="00D511E0"/>
    <w:rsid w:val="00D51374"/>
    <w:rsid w:val="00D51770"/>
    <w:rsid w:val="00D51ACA"/>
    <w:rsid w:val="00D51F73"/>
    <w:rsid w:val="00D528E1"/>
    <w:rsid w:val="00D52D42"/>
    <w:rsid w:val="00D52D7F"/>
    <w:rsid w:val="00D533A7"/>
    <w:rsid w:val="00D53E02"/>
    <w:rsid w:val="00D549B7"/>
    <w:rsid w:val="00D54E1C"/>
    <w:rsid w:val="00D5512F"/>
    <w:rsid w:val="00D57407"/>
    <w:rsid w:val="00D57761"/>
    <w:rsid w:val="00D57E16"/>
    <w:rsid w:val="00D57FD6"/>
    <w:rsid w:val="00D60159"/>
    <w:rsid w:val="00D6100B"/>
    <w:rsid w:val="00D61AF9"/>
    <w:rsid w:val="00D61D3D"/>
    <w:rsid w:val="00D61EB5"/>
    <w:rsid w:val="00D62307"/>
    <w:rsid w:val="00D62382"/>
    <w:rsid w:val="00D62E5D"/>
    <w:rsid w:val="00D62F36"/>
    <w:rsid w:val="00D630F4"/>
    <w:rsid w:val="00D63A34"/>
    <w:rsid w:val="00D63AD5"/>
    <w:rsid w:val="00D63B7B"/>
    <w:rsid w:val="00D6407D"/>
    <w:rsid w:val="00D65652"/>
    <w:rsid w:val="00D66067"/>
    <w:rsid w:val="00D66453"/>
    <w:rsid w:val="00D668F1"/>
    <w:rsid w:val="00D678B1"/>
    <w:rsid w:val="00D7027F"/>
    <w:rsid w:val="00D703FB"/>
    <w:rsid w:val="00D70A8A"/>
    <w:rsid w:val="00D71F5A"/>
    <w:rsid w:val="00D72388"/>
    <w:rsid w:val="00D72668"/>
    <w:rsid w:val="00D726D6"/>
    <w:rsid w:val="00D7318C"/>
    <w:rsid w:val="00D7393B"/>
    <w:rsid w:val="00D73AE5"/>
    <w:rsid w:val="00D73D49"/>
    <w:rsid w:val="00D747DC"/>
    <w:rsid w:val="00D75B1E"/>
    <w:rsid w:val="00D75C1A"/>
    <w:rsid w:val="00D762D2"/>
    <w:rsid w:val="00D76691"/>
    <w:rsid w:val="00D770D7"/>
    <w:rsid w:val="00D809CE"/>
    <w:rsid w:val="00D80DF8"/>
    <w:rsid w:val="00D81003"/>
    <w:rsid w:val="00D81596"/>
    <w:rsid w:val="00D81B3E"/>
    <w:rsid w:val="00D82D03"/>
    <w:rsid w:val="00D82F40"/>
    <w:rsid w:val="00D8311B"/>
    <w:rsid w:val="00D8312B"/>
    <w:rsid w:val="00D84D99"/>
    <w:rsid w:val="00D84E43"/>
    <w:rsid w:val="00D85018"/>
    <w:rsid w:val="00D85773"/>
    <w:rsid w:val="00D864E9"/>
    <w:rsid w:val="00D86801"/>
    <w:rsid w:val="00D8681B"/>
    <w:rsid w:val="00D87AF9"/>
    <w:rsid w:val="00D9095A"/>
    <w:rsid w:val="00D90B2A"/>
    <w:rsid w:val="00D9130E"/>
    <w:rsid w:val="00D91B02"/>
    <w:rsid w:val="00D920A1"/>
    <w:rsid w:val="00D9248E"/>
    <w:rsid w:val="00D92FE0"/>
    <w:rsid w:val="00D940FE"/>
    <w:rsid w:val="00D9437B"/>
    <w:rsid w:val="00D951C4"/>
    <w:rsid w:val="00D95B47"/>
    <w:rsid w:val="00D95E2E"/>
    <w:rsid w:val="00D96307"/>
    <w:rsid w:val="00D9703D"/>
    <w:rsid w:val="00DA0256"/>
    <w:rsid w:val="00DA02B7"/>
    <w:rsid w:val="00DA17D6"/>
    <w:rsid w:val="00DA1CAE"/>
    <w:rsid w:val="00DA3608"/>
    <w:rsid w:val="00DA377B"/>
    <w:rsid w:val="00DA55AA"/>
    <w:rsid w:val="00DA5DCE"/>
    <w:rsid w:val="00DA7179"/>
    <w:rsid w:val="00DB065A"/>
    <w:rsid w:val="00DB134C"/>
    <w:rsid w:val="00DB2444"/>
    <w:rsid w:val="00DB26CB"/>
    <w:rsid w:val="00DB3BB8"/>
    <w:rsid w:val="00DB42EE"/>
    <w:rsid w:val="00DB51D2"/>
    <w:rsid w:val="00DB5CAD"/>
    <w:rsid w:val="00DB6615"/>
    <w:rsid w:val="00DB6A93"/>
    <w:rsid w:val="00DB6E18"/>
    <w:rsid w:val="00DB7256"/>
    <w:rsid w:val="00DB7B92"/>
    <w:rsid w:val="00DC0408"/>
    <w:rsid w:val="00DC0532"/>
    <w:rsid w:val="00DC066D"/>
    <w:rsid w:val="00DC0862"/>
    <w:rsid w:val="00DC08C9"/>
    <w:rsid w:val="00DC0C49"/>
    <w:rsid w:val="00DC164D"/>
    <w:rsid w:val="00DC1F49"/>
    <w:rsid w:val="00DC210F"/>
    <w:rsid w:val="00DC2694"/>
    <w:rsid w:val="00DC2DDD"/>
    <w:rsid w:val="00DC40B3"/>
    <w:rsid w:val="00DC504E"/>
    <w:rsid w:val="00DC6EAA"/>
    <w:rsid w:val="00DC741D"/>
    <w:rsid w:val="00DD0232"/>
    <w:rsid w:val="00DD12E0"/>
    <w:rsid w:val="00DD136E"/>
    <w:rsid w:val="00DD15CA"/>
    <w:rsid w:val="00DD15DA"/>
    <w:rsid w:val="00DD2C4E"/>
    <w:rsid w:val="00DD51CB"/>
    <w:rsid w:val="00DD520B"/>
    <w:rsid w:val="00DD520D"/>
    <w:rsid w:val="00DD6381"/>
    <w:rsid w:val="00DD7EC9"/>
    <w:rsid w:val="00DE0A0A"/>
    <w:rsid w:val="00DE144D"/>
    <w:rsid w:val="00DE1BC7"/>
    <w:rsid w:val="00DE1D8C"/>
    <w:rsid w:val="00DE1E98"/>
    <w:rsid w:val="00DE244A"/>
    <w:rsid w:val="00DE2642"/>
    <w:rsid w:val="00DE2821"/>
    <w:rsid w:val="00DE4073"/>
    <w:rsid w:val="00DE4B4C"/>
    <w:rsid w:val="00DE602B"/>
    <w:rsid w:val="00DE6C39"/>
    <w:rsid w:val="00DF0B78"/>
    <w:rsid w:val="00DF1AF5"/>
    <w:rsid w:val="00DF1B01"/>
    <w:rsid w:val="00DF1E60"/>
    <w:rsid w:val="00DF2041"/>
    <w:rsid w:val="00DF2225"/>
    <w:rsid w:val="00DF274E"/>
    <w:rsid w:val="00DF3546"/>
    <w:rsid w:val="00DF3D38"/>
    <w:rsid w:val="00DF4A88"/>
    <w:rsid w:val="00DF4C6A"/>
    <w:rsid w:val="00DF5A01"/>
    <w:rsid w:val="00DF6A9C"/>
    <w:rsid w:val="00DF6CA5"/>
    <w:rsid w:val="00DF6E29"/>
    <w:rsid w:val="00E00876"/>
    <w:rsid w:val="00E01C8A"/>
    <w:rsid w:val="00E01EF3"/>
    <w:rsid w:val="00E0263C"/>
    <w:rsid w:val="00E02A6A"/>
    <w:rsid w:val="00E02B5F"/>
    <w:rsid w:val="00E02EAE"/>
    <w:rsid w:val="00E02FB6"/>
    <w:rsid w:val="00E03B1C"/>
    <w:rsid w:val="00E03CFF"/>
    <w:rsid w:val="00E041F7"/>
    <w:rsid w:val="00E0577E"/>
    <w:rsid w:val="00E05984"/>
    <w:rsid w:val="00E06641"/>
    <w:rsid w:val="00E079B6"/>
    <w:rsid w:val="00E07BD9"/>
    <w:rsid w:val="00E107B9"/>
    <w:rsid w:val="00E10E59"/>
    <w:rsid w:val="00E115A4"/>
    <w:rsid w:val="00E116F9"/>
    <w:rsid w:val="00E11DAD"/>
    <w:rsid w:val="00E11EC4"/>
    <w:rsid w:val="00E1200F"/>
    <w:rsid w:val="00E12094"/>
    <w:rsid w:val="00E12A49"/>
    <w:rsid w:val="00E13AFF"/>
    <w:rsid w:val="00E158D6"/>
    <w:rsid w:val="00E17566"/>
    <w:rsid w:val="00E17CA8"/>
    <w:rsid w:val="00E21274"/>
    <w:rsid w:val="00E226E0"/>
    <w:rsid w:val="00E232AD"/>
    <w:rsid w:val="00E23937"/>
    <w:rsid w:val="00E23A15"/>
    <w:rsid w:val="00E24E50"/>
    <w:rsid w:val="00E257BA"/>
    <w:rsid w:val="00E25C68"/>
    <w:rsid w:val="00E26E13"/>
    <w:rsid w:val="00E27309"/>
    <w:rsid w:val="00E27BBD"/>
    <w:rsid w:val="00E306A0"/>
    <w:rsid w:val="00E3096E"/>
    <w:rsid w:val="00E30B95"/>
    <w:rsid w:val="00E30DE3"/>
    <w:rsid w:val="00E3156B"/>
    <w:rsid w:val="00E31AC0"/>
    <w:rsid w:val="00E31AD7"/>
    <w:rsid w:val="00E32708"/>
    <w:rsid w:val="00E32DC4"/>
    <w:rsid w:val="00E32E31"/>
    <w:rsid w:val="00E32E41"/>
    <w:rsid w:val="00E3331D"/>
    <w:rsid w:val="00E3379E"/>
    <w:rsid w:val="00E3572F"/>
    <w:rsid w:val="00E373EE"/>
    <w:rsid w:val="00E37639"/>
    <w:rsid w:val="00E37A72"/>
    <w:rsid w:val="00E403A9"/>
    <w:rsid w:val="00E41015"/>
    <w:rsid w:val="00E41AE1"/>
    <w:rsid w:val="00E422CE"/>
    <w:rsid w:val="00E43011"/>
    <w:rsid w:val="00E43AC6"/>
    <w:rsid w:val="00E452FF"/>
    <w:rsid w:val="00E45F78"/>
    <w:rsid w:val="00E45FA5"/>
    <w:rsid w:val="00E46341"/>
    <w:rsid w:val="00E46955"/>
    <w:rsid w:val="00E46F45"/>
    <w:rsid w:val="00E47BE4"/>
    <w:rsid w:val="00E47DAE"/>
    <w:rsid w:val="00E5034F"/>
    <w:rsid w:val="00E51BA6"/>
    <w:rsid w:val="00E51C2A"/>
    <w:rsid w:val="00E53C70"/>
    <w:rsid w:val="00E53D32"/>
    <w:rsid w:val="00E540FD"/>
    <w:rsid w:val="00E542DF"/>
    <w:rsid w:val="00E54769"/>
    <w:rsid w:val="00E55244"/>
    <w:rsid w:val="00E56DEF"/>
    <w:rsid w:val="00E56E9B"/>
    <w:rsid w:val="00E579C7"/>
    <w:rsid w:val="00E6094C"/>
    <w:rsid w:val="00E6269B"/>
    <w:rsid w:val="00E62E4D"/>
    <w:rsid w:val="00E63789"/>
    <w:rsid w:val="00E65F9B"/>
    <w:rsid w:val="00E6700D"/>
    <w:rsid w:val="00E71B16"/>
    <w:rsid w:val="00E71F4A"/>
    <w:rsid w:val="00E71FCF"/>
    <w:rsid w:val="00E71FDA"/>
    <w:rsid w:val="00E7241B"/>
    <w:rsid w:val="00E731B1"/>
    <w:rsid w:val="00E73278"/>
    <w:rsid w:val="00E732F8"/>
    <w:rsid w:val="00E73655"/>
    <w:rsid w:val="00E75B2F"/>
    <w:rsid w:val="00E75DD4"/>
    <w:rsid w:val="00E75E52"/>
    <w:rsid w:val="00E7605B"/>
    <w:rsid w:val="00E765AA"/>
    <w:rsid w:val="00E774BB"/>
    <w:rsid w:val="00E800E1"/>
    <w:rsid w:val="00E8043B"/>
    <w:rsid w:val="00E80B4D"/>
    <w:rsid w:val="00E80B66"/>
    <w:rsid w:val="00E80FA5"/>
    <w:rsid w:val="00E81F60"/>
    <w:rsid w:val="00E8267F"/>
    <w:rsid w:val="00E83203"/>
    <w:rsid w:val="00E85795"/>
    <w:rsid w:val="00E873E1"/>
    <w:rsid w:val="00E87619"/>
    <w:rsid w:val="00E87733"/>
    <w:rsid w:val="00E911D9"/>
    <w:rsid w:val="00E9134C"/>
    <w:rsid w:val="00E9260A"/>
    <w:rsid w:val="00E93364"/>
    <w:rsid w:val="00E94EDC"/>
    <w:rsid w:val="00E9503E"/>
    <w:rsid w:val="00E9551F"/>
    <w:rsid w:val="00E979DC"/>
    <w:rsid w:val="00EA0659"/>
    <w:rsid w:val="00EA1CD3"/>
    <w:rsid w:val="00EA414F"/>
    <w:rsid w:val="00EA46C6"/>
    <w:rsid w:val="00EA5088"/>
    <w:rsid w:val="00EA5657"/>
    <w:rsid w:val="00EA5702"/>
    <w:rsid w:val="00EA5CE9"/>
    <w:rsid w:val="00EA72AB"/>
    <w:rsid w:val="00EA7441"/>
    <w:rsid w:val="00EA7F42"/>
    <w:rsid w:val="00EB02B5"/>
    <w:rsid w:val="00EB1189"/>
    <w:rsid w:val="00EB15BB"/>
    <w:rsid w:val="00EB211E"/>
    <w:rsid w:val="00EB264C"/>
    <w:rsid w:val="00EB2A06"/>
    <w:rsid w:val="00EB321E"/>
    <w:rsid w:val="00EB3F2B"/>
    <w:rsid w:val="00EB5821"/>
    <w:rsid w:val="00EB66DF"/>
    <w:rsid w:val="00EB7656"/>
    <w:rsid w:val="00EB7978"/>
    <w:rsid w:val="00EC0960"/>
    <w:rsid w:val="00EC25B1"/>
    <w:rsid w:val="00EC2E59"/>
    <w:rsid w:val="00EC34C8"/>
    <w:rsid w:val="00EC3580"/>
    <w:rsid w:val="00EC35A0"/>
    <w:rsid w:val="00EC4A33"/>
    <w:rsid w:val="00EC569F"/>
    <w:rsid w:val="00EC56C1"/>
    <w:rsid w:val="00EC60D6"/>
    <w:rsid w:val="00EC6107"/>
    <w:rsid w:val="00EC657A"/>
    <w:rsid w:val="00EC6C09"/>
    <w:rsid w:val="00EC77C9"/>
    <w:rsid w:val="00ED0718"/>
    <w:rsid w:val="00ED0AA0"/>
    <w:rsid w:val="00ED0B66"/>
    <w:rsid w:val="00ED1107"/>
    <w:rsid w:val="00ED1A82"/>
    <w:rsid w:val="00ED2ACB"/>
    <w:rsid w:val="00ED3329"/>
    <w:rsid w:val="00ED3973"/>
    <w:rsid w:val="00ED48F4"/>
    <w:rsid w:val="00ED4939"/>
    <w:rsid w:val="00ED4F86"/>
    <w:rsid w:val="00ED59BA"/>
    <w:rsid w:val="00ED5A62"/>
    <w:rsid w:val="00ED5B2F"/>
    <w:rsid w:val="00ED5F11"/>
    <w:rsid w:val="00ED672C"/>
    <w:rsid w:val="00ED7022"/>
    <w:rsid w:val="00ED7502"/>
    <w:rsid w:val="00ED7F3E"/>
    <w:rsid w:val="00EE0D94"/>
    <w:rsid w:val="00EE15A3"/>
    <w:rsid w:val="00EE2180"/>
    <w:rsid w:val="00EE2EEC"/>
    <w:rsid w:val="00EE47C4"/>
    <w:rsid w:val="00EE4DC7"/>
    <w:rsid w:val="00EE6F72"/>
    <w:rsid w:val="00EF0523"/>
    <w:rsid w:val="00EF0AAE"/>
    <w:rsid w:val="00EF13C0"/>
    <w:rsid w:val="00EF1539"/>
    <w:rsid w:val="00EF2EC5"/>
    <w:rsid w:val="00EF3FF7"/>
    <w:rsid w:val="00EF4594"/>
    <w:rsid w:val="00EF4A46"/>
    <w:rsid w:val="00EF4D67"/>
    <w:rsid w:val="00EF52EC"/>
    <w:rsid w:val="00EF649F"/>
    <w:rsid w:val="00F0094B"/>
    <w:rsid w:val="00F00B6B"/>
    <w:rsid w:val="00F00D3E"/>
    <w:rsid w:val="00F01D6B"/>
    <w:rsid w:val="00F02670"/>
    <w:rsid w:val="00F03436"/>
    <w:rsid w:val="00F035CF"/>
    <w:rsid w:val="00F04A07"/>
    <w:rsid w:val="00F0550D"/>
    <w:rsid w:val="00F065FA"/>
    <w:rsid w:val="00F06D97"/>
    <w:rsid w:val="00F07CC8"/>
    <w:rsid w:val="00F10C70"/>
    <w:rsid w:val="00F10D35"/>
    <w:rsid w:val="00F1208F"/>
    <w:rsid w:val="00F12AD9"/>
    <w:rsid w:val="00F12D9A"/>
    <w:rsid w:val="00F13E75"/>
    <w:rsid w:val="00F153EB"/>
    <w:rsid w:val="00F156B8"/>
    <w:rsid w:val="00F15C72"/>
    <w:rsid w:val="00F15CFE"/>
    <w:rsid w:val="00F163AA"/>
    <w:rsid w:val="00F17347"/>
    <w:rsid w:val="00F2046A"/>
    <w:rsid w:val="00F20AFF"/>
    <w:rsid w:val="00F2166E"/>
    <w:rsid w:val="00F22137"/>
    <w:rsid w:val="00F23133"/>
    <w:rsid w:val="00F239DD"/>
    <w:rsid w:val="00F23BFD"/>
    <w:rsid w:val="00F23D42"/>
    <w:rsid w:val="00F24DC3"/>
    <w:rsid w:val="00F261E4"/>
    <w:rsid w:val="00F26290"/>
    <w:rsid w:val="00F26F73"/>
    <w:rsid w:val="00F27101"/>
    <w:rsid w:val="00F2753D"/>
    <w:rsid w:val="00F27C1F"/>
    <w:rsid w:val="00F30618"/>
    <w:rsid w:val="00F31629"/>
    <w:rsid w:val="00F328D4"/>
    <w:rsid w:val="00F32F6C"/>
    <w:rsid w:val="00F33484"/>
    <w:rsid w:val="00F344F2"/>
    <w:rsid w:val="00F3578F"/>
    <w:rsid w:val="00F3593C"/>
    <w:rsid w:val="00F365D5"/>
    <w:rsid w:val="00F36BD8"/>
    <w:rsid w:val="00F36F5C"/>
    <w:rsid w:val="00F37C5A"/>
    <w:rsid w:val="00F40079"/>
    <w:rsid w:val="00F411E0"/>
    <w:rsid w:val="00F4122F"/>
    <w:rsid w:val="00F41B52"/>
    <w:rsid w:val="00F42B9D"/>
    <w:rsid w:val="00F43F66"/>
    <w:rsid w:val="00F4422B"/>
    <w:rsid w:val="00F443BB"/>
    <w:rsid w:val="00F44662"/>
    <w:rsid w:val="00F46229"/>
    <w:rsid w:val="00F46695"/>
    <w:rsid w:val="00F477E1"/>
    <w:rsid w:val="00F502CC"/>
    <w:rsid w:val="00F50325"/>
    <w:rsid w:val="00F5075B"/>
    <w:rsid w:val="00F50CFE"/>
    <w:rsid w:val="00F52358"/>
    <w:rsid w:val="00F54048"/>
    <w:rsid w:val="00F56165"/>
    <w:rsid w:val="00F57163"/>
    <w:rsid w:val="00F57600"/>
    <w:rsid w:val="00F57E27"/>
    <w:rsid w:val="00F6261B"/>
    <w:rsid w:val="00F62835"/>
    <w:rsid w:val="00F6573B"/>
    <w:rsid w:val="00F66411"/>
    <w:rsid w:val="00F66CF5"/>
    <w:rsid w:val="00F66EAA"/>
    <w:rsid w:val="00F7174E"/>
    <w:rsid w:val="00F7243E"/>
    <w:rsid w:val="00F728EA"/>
    <w:rsid w:val="00F73C66"/>
    <w:rsid w:val="00F744FA"/>
    <w:rsid w:val="00F74ADA"/>
    <w:rsid w:val="00F74DDB"/>
    <w:rsid w:val="00F76035"/>
    <w:rsid w:val="00F76258"/>
    <w:rsid w:val="00F768C3"/>
    <w:rsid w:val="00F802AA"/>
    <w:rsid w:val="00F80D49"/>
    <w:rsid w:val="00F80FCD"/>
    <w:rsid w:val="00F81051"/>
    <w:rsid w:val="00F83475"/>
    <w:rsid w:val="00F83501"/>
    <w:rsid w:val="00F84291"/>
    <w:rsid w:val="00F84735"/>
    <w:rsid w:val="00F84DD8"/>
    <w:rsid w:val="00F86945"/>
    <w:rsid w:val="00F87041"/>
    <w:rsid w:val="00F90596"/>
    <w:rsid w:val="00F906A5"/>
    <w:rsid w:val="00F90D97"/>
    <w:rsid w:val="00F91339"/>
    <w:rsid w:val="00F92FA0"/>
    <w:rsid w:val="00F932FE"/>
    <w:rsid w:val="00F93433"/>
    <w:rsid w:val="00F94309"/>
    <w:rsid w:val="00F966BA"/>
    <w:rsid w:val="00F97157"/>
    <w:rsid w:val="00FA0F16"/>
    <w:rsid w:val="00FA19F0"/>
    <w:rsid w:val="00FA1E37"/>
    <w:rsid w:val="00FA2280"/>
    <w:rsid w:val="00FA3888"/>
    <w:rsid w:val="00FA625E"/>
    <w:rsid w:val="00FA6E03"/>
    <w:rsid w:val="00FA72AE"/>
    <w:rsid w:val="00FB0760"/>
    <w:rsid w:val="00FB1179"/>
    <w:rsid w:val="00FB1644"/>
    <w:rsid w:val="00FB1CFD"/>
    <w:rsid w:val="00FB28A5"/>
    <w:rsid w:val="00FB3BAC"/>
    <w:rsid w:val="00FB5A8A"/>
    <w:rsid w:val="00FB5C09"/>
    <w:rsid w:val="00FB609C"/>
    <w:rsid w:val="00FB60FB"/>
    <w:rsid w:val="00FB74E3"/>
    <w:rsid w:val="00FC0C19"/>
    <w:rsid w:val="00FC0CC8"/>
    <w:rsid w:val="00FC0ED8"/>
    <w:rsid w:val="00FC111C"/>
    <w:rsid w:val="00FC23FA"/>
    <w:rsid w:val="00FC2FF1"/>
    <w:rsid w:val="00FC3233"/>
    <w:rsid w:val="00FC3979"/>
    <w:rsid w:val="00FC4700"/>
    <w:rsid w:val="00FC475E"/>
    <w:rsid w:val="00FC545E"/>
    <w:rsid w:val="00FC584C"/>
    <w:rsid w:val="00FC5BB9"/>
    <w:rsid w:val="00FC7882"/>
    <w:rsid w:val="00FD0033"/>
    <w:rsid w:val="00FD0479"/>
    <w:rsid w:val="00FD055B"/>
    <w:rsid w:val="00FD0E8A"/>
    <w:rsid w:val="00FD0ED8"/>
    <w:rsid w:val="00FD192B"/>
    <w:rsid w:val="00FD1BE9"/>
    <w:rsid w:val="00FD1D27"/>
    <w:rsid w:val="00FD1D57"/>
    <w:rsid w:val="00FD26D9"/>
    <w:rsid w:val="00FD4020"/>
    <w:rsid w:val="00FD5E8B"/>
    <w:rsid w:val="00FD667A"/>
    <w:rsid w:val="00FD7091"/>
    <w:rsid w:val="00FD73A2"/>
    <w:rsid w:val="00FD7BE7"/>
    <w:rsid w:val="00FE030E"/>
    <w:rsid w:val="00FE14D5"/>
    <w:rsid w:val="00FE1A72"/>
    <w:rsid w:val="00FE2F3D"/>
    <w:rsid w:val="00FE3421"/>
    <w:rsid w:val="00FE5126"/>
    <w:rsid w:val="00FE5267"/>
    <w:rsid w:val="00FE6444"/>
    <w:rsid w:val="00FE6745"/>
    <w:rsid w:val="00FE6F3C"/>
    <w:rsid w:val="00FE741F"/>
    <w:rsid w:val="00FE77DC"/>
    <w:rsid w:val="00FF0EC6"/>
    <w:rsid w:val="00FF1F13"/>
    <w:rsid w:val="00FF2EF9"/>
    <w:rsid w:val="00FF5D0A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954"/>
    <w:pPr>
      <w:spacing w:after="200" w:line="276" w:lineRule="auto"/>
    </w:pPr>
    <w:rPr>
      <w:lang w:val="el-G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65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26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656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6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6562"/>
    <w:rPr>
      <w:rFonts w:cs="Times New Roman"/>
    </w:rPr>
  </w:style>
  <w:style w:type="paragraph" w:styleId="ListParagraph">
    <w:name w:val="List Paragraph"/>
    <w:basedOn w:val="Normal"/>
    <w:uiPriority w:val="99"/>
    <w:qFormat/>
    <w:rsid w:val="0052189F"/>
    <w:pPr>
      <w:ind w:left="720"/>
      <w:contextualSpacing/>
    </w:pPr>
  </w:style>
  <w:style w:type="table" w:styleId="TableGrid">
    <w:name w:val="Table Grid"/>
    <w:basedOn w:val="TableNormal"/>
    <w:uiPriority w:val="99"/>
    <w:rsid w:val="00A95DA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67C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Hyperlink">
    <w:name w:val="Hyperlink"/>
    <w:basedOn w:val="DefaultParagraphFont"/>
    <w:uiPriority w:val="99"/>
    <w:rsid w:val="00767C1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67C1D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para">
    <w:name w:val="para"/>
    <w:basedOn w:val="Normal"/>
    <w:next w:val="Normal"/>
    <w:uiPriority w:val="99"/>
    <w:rsid w:val="00070AFD"/>
    <w:pPr>
      <w:autoSpaceDE w:val="0"/>
      <w:autoSpaceDN w:val="0"/>
      <w:adjustRightInd w:val="0"/>
      <w:spacing w:after="0" w:line="240" w:lineRule="auto"/>
    </w:pPr>
    <w:rPr>
      <w:rFonts w:ascii="BBACGL+BookAntiqua" w:hAnsi="BBACGL+BookAntiqua"/>
      <w:sz w:val="24"/>
      <w:szCs w:val="24"/>
    </w:rPr>
  </w:style>
  <w:style w:type="paragraph" w:customStyle="1" w:styleId="tpara">
    <w:name w:val="t_para"/>
    <w:basedOn w:val="Default"/>
    <w:next w:val="Default"/>
    <w:uiPriority w:val="99"/>
    <w:rsid w:val="00070AFD"/>
    <w:rPr>
      <w:rFonts w:ascii="HONDKP+BookAntiqua" w:eastAsia="Calibri" w:hAnsi="HONDKP+BookAntiqua" w:cs="Times New Roman"/>
      <w:color w:val="auto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C7301"/>
    <w:pPr>
      <w:spacing w:after="0" w:line="240" w:lineRule="auto"/>
      <w:ind w:firstLine="567"/>
    </w:pPr>
    <w:rPr>
      <w:rFonts w:ascii="Times New Roman" w:eastAsia="Times New Roman" w:hAnsi="Times New Roman"/>
      <w:sz w:val="26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7301"/>
    <w:rPr>
      <w:rFonts w:ascii="Times New Roman" w:hAnsi="Times New Roman" w:cs="Times New Roman"/>
      <w:sz w:val="20"/>
      <w:szCs w:val="20"/>
      <w:lang w:eastAsia="el-GR"/>
    </w:rPr>
  </w:style>
  <w:style w:type="character" w:styleId="FollowedHyperlink">
    <w:name w:val="FollowedHyperlink"/>
    <w:basedOn w:val="DefaultParagraphFont"/>
    <w:uiPriority w:val="99"/>
    <w:semiHidden/>
    <w:rsid w:val="004E3B05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rsid w:val="00337E8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1</Pages>
  <Words>199</Words>
  <Characters>1138</Characters>
  <Application>Microsoft Office Outlook</Application>
  <DocSecurity>0</DocSecurity>
  <Lines>0</Lines>
  <Paragraphs>0</Paragraphs>
  <ScaleCrop>false</ScaleCrop>
  <Company>Φακούδης Ευάγγελος – Γυμνάσιο Σουφλίου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PSYCHARIS GEORGE</cp:lastModifiedBy>
  <cp:revision>25</cp:revision>
  <cp:lastPrinted>2011-11-07T19:36:00Z</cp:lastPrinted>
  <dcterms:created xsi:type="dcterms:W3CDTF">2012-02-14T13:39:00Z</dcterms:created>
  <dcterms:modified xsi:type="dcterms:W3CDTF">2012-04-09T09:12:00Z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